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879684" w14:textId="77777777" w:rsidR="00561F08" w:rsidRDefault="00561F08" w:rsidP="00F07C48">
      <w:pPr>
        <w:pStyle w:val="SIText"/>
      </w:pPr>
      <w:bookmarkStart w:id="0" w:name="_GoBack"/>
      <w:bookmarkEnd w:id="0"/>
    </w:p>
    <w:p w14:paraId="28A63393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78C91FC" w14:textId="77777777" w:rsidTr="00306E83">
        <w:trPr>
          <w:tblHeader/>
        </w:trPr>
        <w:tc>
          <w:tcPr>
            <w:tcW w:w="2689" w:type="dxa"/>
          </w:tcPr>
          <w:p w14:paraId="0B155E5B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DD17544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1C247EC1" w14:textId="77777777" w:rsidTr="00306E83">
        <w:tc>
          <w:tcPr>
            <w:tcW w:w="2689" w:type="dxa"/>
          </w:tcPr>
          <w:p w14:paraId="66C95A0B" w14:textId="107172D0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06E83">
              <w:t xml:space="preserve"> 1</w:t>
            </w:r>
          </w:p>
        </w:tc>
        <w:tc>
          <w:tcPr>
            <w:tcW w:w="6939" w:type="dxa"/>
          </w:tcPr>
          <w:p w14:paraId="55904E9B" w14:textId="70161A69" w:rsidR="00F1480E" w:rsidRPr="00CC451E" w:rsidRDefault="00F1480E" w:rsidP="00306E83">
            <w:pPr>
              <w:pStyle w:val="SIText"/>
            </w:pPr>
            <w:r w:rsidRPr="00CC451E">
              <w:t xml:space="preserve">This version released with </w:t>
            </w:r>
            <w:r w:rsidR="00306E83">
              <w:t>RGR Racing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306E83">
              <w:t>1.0.</w:t>
            </w:r>
          </w:p>
        </w:tc>
      </w:tr>
    </w:tbl>
    <w:p w14:paraId="3F1F81EA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74B9C32" w14:textId="77777777" w:rsidTr="000D7BE6">
        <w:tc>
          <w:tcPr>
            <w:tcW w:w="1396" w:type="pct"/>
            <w:shd w:val="clear" w:color="auto" w:fill="auto"/>
          </w:tcPr>
          <w:p w14:paraId="36C7B2A5" w14:textId="25AA431E" w:rsidR="00F1480E" w:rsidRPr="00923720" w:rsidRDefault="007F3780" w:rsidP="00923720">
            <w:pPr>
              <w:pStyle w:val="SIQUALCODE"/>
            </w:pPr>
            <w:r>
              <w:t>RGR4</w:t>
            </w:r>
            <w:r w:rsidR="009C7316">
              <w:t>05</w:t>
            </w:r>
            <w:r>
              <w:t>18</w:t>
            </w:r>
          </w:p>
        </w:tc>
        <w:tc>
          <w:tcPr>
            <w:tcW w:w="3604" w:type="pct"/>
            <w:shd w:val="clear" w:color="auto" w:fill="auto"/>
          </w:tcPr>
          <w:p w14:paraId="261D261B" w14:textId="5FE30FD2" w:rsidR="00F1480E" w:rsidRPr="00923720" w:rsidRDefault="007F3780" w:rsidP="007F3780">
            <w:pPr>
              <w:pStyle w:val="SIQUALtitle"/>
            </w:pPr>
            <w:r>
              <w:t xml:space="preserve">Certificate IV in Racing Integrity </w:t>
            </w:r>
          </w:p>
        </w:tc>
      </w:tr>
      <w:tr w:rsidR="00A772D9" w:rsidRPr="00963A46" w14:paraId="326BB718" w14:textId="77777777" w:rsidTr="000D7BE6">
        <w:tc>
          <w:tcPr>
            <w:tcW w:w="5000" w:type="pct"/>
            <w:gridSpan w:val="2"/>
            <w:shd w:val="clear" w:color="auto" w:fill="auto"/>
          </w:tcPr>
          <w:p w14:paraId="3AB40175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22B77B75" w14:textId="0BEAC39F" w:rsidR="00C10FB7" w:rsidRDefault="00A772D9" w:rsidP="00C10FB7">
            <w:pPr>
              <w:pStyle w:val="SIText"/>
            </w:pPr>
            <w:r w:rsidRPr="00F07C48">
              <w:t xml:space="preserve">This qualification </w:t>
            </w:r>
            <w:r w:rsidR="00C10FB7">
              <w:t xml:space="preserve">reflects the work undertaken by individuals in </w:t>
            </w:r>
            <w:r w:rsidR="00F52244">
              <w:t xml:space="preserve">compliance and </w:t>
            </w:r>
            <w:r w:rsidR="00C10FB7" w:rsidRPr="0074314F">
              <w:t xml:space="preserve">integrity service operations in </w:t>
            </w:r>
            <w:r w:rsidR="00C10FB7">
              <w:t xml:space="preserve">the greyhound, harness and thoroughbred </w:t>
            </w:r>
            <w:r w:rsidR="00C10FB7" w:rsidRPr="0074314F">
              <w:t>racing</w:t>
            </w:r>
            <w:r w:rsidR="00C10FB7">
              <w:t xml:space="preserve"> codes</w:t>
            </w:r>
            <w:r w:rsidR="00C10FB7" w:rsidRPr="0074314F">
              <w:t xml:space="preserve">. </w:t>
            </w:r>
            <w:r w:rsidR="00C10FB7">
              <w:t xml:space="preserve">It covers the </w:t>
            </w:r>
            <w:r w:rsidR="00666505">
              <w:t>specialist roles</w:t>
            </w:r>
            <w:r w:rsidR="00C10FB7">
              <w:t xml:space="preserve"> of </w:t>
            </w:r>
            <w:r w:rsidR="00C10FB7" w:rsidRPr="0074314F">
              <w:t>stewards</w:t>
            </w:r>
            <w:r w:rsidR="00666505">
              <w:t xml:space="preserve"> and integrity officials with responsibilities for </w:t>
            </w:r>
            <w:r w:rsidR="00C10FB7">
              <w:t>investigat</w:t>
            </w:r>
            <w:r w:rsidR="00666505">
              <w:t>ions, compliance and intelligence</w:t>
            </w:r>
            <w:r w:rsidR="00C10FB7">
              <w:t xml:space="preserve"> who require a</w:t>
            </w:r>
            <w:r w:rsidR="00C10FB7" w:rsidRPr="0074314F">
              <w:t xml:space="preserve">n extensive knowledge of the rules of racing, </w:t>
            </w:r>
            <w:r w:rsidR="00C10FB7">
              <w:t xml:space="preserve">administrative law, </w:t>
            </w:r>
            <w:r w:rsidR="00C10FB7" w:rsidRPr="0074314F">
              <w:t>racing protocols, animal welfare</w:t>
            </w:r>
            <w:r w:rsidR="00C10FB7">
              <w:t>, safety</w:t>
            </w:r>
            <w:r w:rsidR="00C10FB7" w:rsidRPr="0074314F">
              <w:t xml:space="preserve"> and duty of care requirements. </w:t>
            </w:r>
            <w:r w:rsidR="00C10FB7">
              <w:t xml:space="preserve">Individuals </w:t>
            </w:r>
            <w:r w:rsidR="00AC66BC">
              <w:t>need strong organisational skills,</w:t>
            </w:r>
            <w:r w:rsidR="007F3780">
              <w:t xml:space="preserve"> </w:t>
            </w:r>
            <w:r w:rsidR="00AC66BC">
              <w:t>and the ability to</w:t>
            </w:r>
            <w:r w:rsidR="00C10FB7" w:rsidRPr="0074314F">
              <w:t xml:space="preserve"> analys</w:t>
            </w:r>
            <w:r w:rsidR="00C10FB7">
              <w:t>e</w:t>
            </w:r>
            <w:r w:rsidR="00C10FB7" w:rsidRPr="0074314F">
              <w:t xml:space="preserve"> and evaluat</w:t>
            </w:r>
            <w:r w:rsidR="00C10FB7">
              <w:t>e</w:t>
            </w:r>
            <w:r w:rsidR="00C10FB7" w:rsidRPr="0074314F">
              <w:t xml:space="preserve"> information and </w:t>
            </w:r>
            <w:r w:rsidR="00C10FB7">
              <w:t xml:space="preserve">apply the </w:t>
            </w:r>
            <w:r w:rsidR="00AC66BC">
              <w:t>rules of racing and administrative law to resolve routine, non-routine and at time complex situations.</w:t>
            </w:r>
          </w:p>
          <w:p w14:paraId="7407F791" w14:textId="77777777" w:rsidR="00C10FB7" w:rsidRDefault="00C10FB7" w:rsidP="00C10FB7">
            <w:pPr>
              <w:pStyle w:val="SIText"/>
            </w:pPr>
          </w:p>
          <w:p w14:paraId="450D831D" w14:textId="64E44C62" w:rsidR="00A772D9" w:rsidRPr="00856837" w:rsidRDefault="00C10FB7" w:rsidP="00C10FB7">
            <w:pPr>
              <w:pStyle w:val="SIText"/>
              <w:rPr>
                <w:color w:val="000000" w:themeColor="text1"/>
              </w:rPr>
            </w:pPr>
            <w:r w:rsidRPr="002D6C0C">
              <w:t>No occupational licensing, legislative or certification requirements apply to this qualification at the time of publication.</w:t>
            </w:r>
            <w:r>
              <w:br/>
            </w:r>
          </w:p>
        </w:tc>
      </w:tr>
      <w:tr w:rsidR="00A772D9" w:rsidRPr="00963A46" w14:paraId="7B108CEE" w14:textId="77777777" w:rsidTr="00306E83">
        <w:trPr>
          <w:trHeight w:val="782"/>
        </w:trPr>
        <w:tc>
          <w:tcPr>
            <w:tcW w:w="5000" w:type="pct"/>
            <w:gridSpan w:val="2"/>
            <w:shd w:val="clear" w:color="auto" w:fill="auto"/>
          </w:tcPr>
          <w:p w14:paraId="695BD91A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3C0E8693" w14:textId="6DBDCC26" w:rsidR="00C55515" w:rsidRDefault="00C55515" w:rsidP="003026C7">
            <w:pPr>
              <w:pStyle w:val="SIText"/>
            </w:pPr>
            <w:r>
              <w:t>There are no entry requirements for this qualification.</w:t>
            </w:r>
          </w:p>
          <w:p w14:paraId="144D7CF6" w14:textId="77777777" w:rsidR="00C55515" w:rsidRDefault="00C55515" w:rsidP="003026C7">
            <w:pPr>
              <w:pStyle w:val="SIText"/>
            </w:pPr>
          </w:p>
          <w:p w14:paraId="57346F4D" w14:textId="7C82AC07" w:rsidR="003026C7" w:rsidRPr="002D6C0C" w:rsidRDefault="003026C7" w:rsidP="003026C7">
            <w:pPr>
              <w:pStyle w:val="SIText"/>
            </w:pPr>
            <w:r w:rsidRPr="002D6C0C">
              <w:t xml:space="preserve">Greyhound, harness and thoroughbred racing </w:t>
            </w:r>
            <w:r>
              <w:t xml:space="preserve">codes </w:t>
            </w:r>
            <w:r w:rsidRPr="002D6C0C">
              <w:t>are strictly regu</w:t>
            </w:r>
            <w:r>
              <w:t xml:space="preserve">lated throughout Australia. Individuals undertaking this qualification must </w:t>
            </w:r>
            <w:r w:rsidR="00C55515">
              <w:t>meet the requirements of the</w:t>
            </w:r>
            <w:r w:rsidRPr="002D6C0C">
              <w:t xml:space="preserve"> relevant </w:t>
            </w:r>
            <w:r>
              <w:t xml:space="preserve">Controlling Body or </w:t>
            </w:r>
            <w:r w:rsidRPr="002D6C0C">
              <w:t xml:space="preserve">Principal </w:t>
            </w:r>
            <w:r>
              <w:t>Racing Authority</w:t>
            </w:r>
            <w:r w:rsidRPr="002D6C0C">
              <w:t xml:space="preserve">. Users are advised to check with the relevant </w:t>
            </w:r>
            <w:r>
              <w:t>authority</w:t>
            </w:r>
            <w:r w:rsidRPr="002D6C0C">
              <w:t xml:space="preserve"> for </w:t>
            </w:r>
            <w:r>
              <w:t xml:space="preserve">current </w:t>
            </w:r>
            <w:r w:rsidRPr="002D6C0C">
              <w:t>requirements.</w:t>
            </w:r>
          </w:p>
          <w:p w14:paraId="70D01DB5" w14:textId="77777777" w:rsidR="001F28F9" w:rsidRPr="008908DE" w:rsidRDefault="001F28F9" w:rsidP="004B2A2B">
            <w:pPr>
              <w:pStyle w:val="SIText"/>
            </w:pPr>
          </w:p>
        </w:tc>
      </w:tr>
      <w:tr w:rsidR="00A772D9" w:rsidRPr="00963A46" w14:paraId="61066022" w14:textId="77777777" w:rsidTr="000D7BE6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44FB811E" w14:textId="49AB9A6B" w:rsidR="00A772D9" w:rsidRPr="00856837" w:rsidRDefault="00A772D9" w:rsidP="00856837">
            <w:pPr>
              <w:pStyle w:val="SITextHeading2"/>
            </w:pPr>
            <w:r w:rsidRPr="00856837">
              <w:t>Packaging Rules</w:t>
            </w:r>
          </w:p>
          <w:p w14:paraId="7F954312" w14:textId="77777777" w:rsidR="001F28F9" w:rsidRPr="00AA1D1B" w:rsidRDefault="001F28F9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1C3B0E51" w14:textId="02A53BED" w:rsidR="001F28F9" w:rsidRDefault="00306E83" w:rsidP="00666505">
            <w:pPr>
              <w:pStyle w:val="SIBulletList1"/>
            </w:pPr>
            <w:r>
              <w:t>20</w:t>
            </w:r>
            <w:r w:rsidR="001F28F9">
              <w:t xml:space="preserve"> units of competency:</w:t>
            </w:r>
          </w:p>
          <w:p w14:paraId="20A0E7CF" w14:textId="13D0557B" w:rsidR="001F28F9" w:rsidRPr="000C490A" w:rsidRDefault="00865350" w:rsidP="00BA3E1B">
            <w:pPr>
              <w:pStyle w:val="SIBulletList2"/>
            </w:pPr>
            <w:r>
              <w:t>5</w:t>
            </w:r>
            <w:r w:rsidRPr="000C490A">
              <w:t xml:space="preserve"> </w:t>
            </w:r>
            <w:r w:rsidR="001F28F9" w:rsidRPr="000C490A">
              <w:t>core units plus</w:t>
            </w:r>
          </w:p>
          <w:p w14:paraId="57E9B462" w14:textId="3A6C125F" w:rsidR="001F28F9" w:rsidRDefault="00306E83" w:rsidP="00BA3E1B">
            <w:pPr>
              <w:pStyle w:val="SIBulletList2"/>
            </w:pPr>
            <w:r>
              <w:t>1</w:t>
            </w:r>
            <w:r w:rsidR="00865350">
              <w:t>5</w:t>
            </w:r>
            <w:r w:rsidR="001F28F9" w:rsidRPr="000C490A">
              <w:t xml:space="preserve"> elective units.</w:t>
            </w:r>
          </w:p>
          <w:p w14:paraId="4213B20D" w14:textId="77777777" w:rsidR="001F28F9" w:rsidRDefault="001F28F9" w:rsidP="001F28F9">
            <w:pPr>
              <w:pStyle w:val="SIText"/>
            </w:pPr>
          </w:p>
          <w:p w14:paraId="08A2785D" w14:textId="63311961" w:rsidR="00561F08" w:rsidRPr="00306E83" w:rsidRDefault="00CA303F" w:rsidP="00306E83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</w:t>
            </w:r>
            <w:r w:rsidR="00770C15">
              <w:t>alification’s Australian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="00E438C3" w:rsidRPr="000C490A">
              <w:t>Any combination of electives that meet</w:t>
            </w:r>
            <w:r>
              <w:t>s</w:t>
            </w:r>
            <w:r w:rsidR="00E438C3" w:rsidRPr="000C490A">
              <w:t xml:space="preserve"> </w:t>
            </w:r>
            <w:r w:rsidR="00894FBB">
              <w:t xml:space="preserve">the </w:t>
            </w:r>
            <w:r w:rsidR="005C7EA8">
              <w:t>packaging rules</w:t>
            </w:r>
            <w:r w:rsidR="00E438C3" w:rsidRPr="000C490A">
              <w:t xml:space="preserve"> can be selected for the</w:t>
            </w:r>
            <w:r w:rsidR="00894FBB">
              <w:t xml:space="preserve"> award of the</w:t>
            </w:r>
            <w:r w:rsidR="00306E83">
              <w:t xml:space="preserve"> </w:t>
            </w:r>
            <w:r w:rsidR="00E438C3" w:rsidRPr="00306E83">
              <w:t xml:space="preserve">Certificate IV in </w:t>
            </w:r>
            <w:r w:rsidR="00306E83" w:rsidRPr="00306E83">
              <w:t>Racing Integrity</w:t>
            </w:r>
            <w:r w:rsidR="00E438C3" w:rsidRPr="00306E83">
              <w:t xml:space="preserve">. </w:t>
            </w:r>
          </w:p>
          <w:p w14:paraId="5BF040E1" w14:textId="77777777" w:rsidR="00561F08" w:rsidRPr="00306E83" w:rsidRDefault="00561F08" w:rsidP="00306E83">
            <w:pPr>
              <w:pStyle w:val="SIText"/>
            </w:pPr>
          </w:p>
          <w:p w14:paraId="2AF5E150" w14:textId="77777777" w:rsidR="00E438C3" w:rsidRPr="000C490A" w:rsidRDefault="00E438C3" w:rsidP="00E438C3">
            <w:pPr>
              <w:pStyle w:val="SIText"/>
            </w:pPr>
            <w:r w:rsidRPr="000C490A">
              <w:t>Where appropriate, electives may be packaged to provide a qualification with a specialisation area as follows:</w:t>
            </w:r>
          </w:p>
          <w:p w14:paraId="44D20F8E" w14:textId="4CE4434C" w:rsidR="00666505" w:rsidRDefault="00666505" w:rsidP="00666505">
            <w:pPr>
              <w:pStyle w:val="SIBulletList1"/>
              <w:rPr>
                <w:rStyle w:val="SITextChar"/>
              </w:rPr>
            </w:pPr>
            <w:r w:rsidRPr="000C490A">
              <w:t>for the</w:t>
            </w:r>
            <w:r>
              <w:t xml:space="preserve"> award of the</w:t>
            </w:r>
            <w:r w:rsidRPr="000C490A">
              <w:t xml:space="preserve"> </w:t>
            </w:r>
            <w:r w:rsidRPr="00306E83">
              <w:t xml:space="preserve">Certificate IV in Racing </w:t>
            </w:r>
            <w:r w:rsidRPr="00306E83">
              <w:rPr>
                <w:rStyle w:val="SITextChar"/>
              </w:rPr>
              <w:t>Integrity (Steward)</w:t>
            </w:r>
            <w:r>
              <w:rPr>
                <w:rStyle w:val="SITextChar"/>
              </w:rPr>
              <w:t xml:space="preserve">: </w:t>
            </w:r>
          </w:p>
          <w:p w14:paraId="35D19148" w14:textId="1520CD5C" w:rsidR="00E438C3" w:rsidRPr="000C490A" w:rsidRDefault="00306E83" w:rsidP="00BA3E1B">
            <w:pPr>
              <w:pStyle w:val="SIBulletList2"/>
            </w:pPr>
            <w:r>
              <w:t>a</w:t>
            </w:r>
            <w:r w:rsidRPr="000C490A">
              <w:t xml:space="preserve">t least </w:t>
            </w:r>
            <w:r w:rsidR="00865350">
              <w:t>5</w:t>
            </w:r>
            <w:r w:rsidR="00865350" w:rsidRPr="000C490A">
              <w:t xml:space="preserve"> </w:t>
            </w:r>
            <w:r w:rsidRPr="000C490A">
              <w:t xml:space="preserve">electives must be selected from Group </w:t>
            </w:r>
            <w:r>
              <w:t>A</w:t>
            </w:r>
            <w:r w:rsidR="00E438C3" w:rsidRPr="00306E83">
              <w:rPr>
                <w:rStyle w:val="SITextChar"/>
              </w:rPr>
              <w:t>.</w:t>
            </w:r>
          </w:p>
          <w:p w14:paraId="5306E34B" w14:textId="0C11F651" w:rsidR="00666505" w:rsidRPr="000C490A" w:rsidRDefault="00666505" w:rsidP="00BA3E1B">
            <w:pPr>
              <w:pStyle w:val="SIBulletList2"/>
            </w:pPr>
            <w:r>
              <w:t>a</w:t>
            </w:r>
            <w:r w:rsidRPr="000C490A">
              <w:t xml:space="preserve">t least </w:t>
            </w:r>
            <w:r w:rsidR="00E42ADE">
              <w:t>8</w:t>
            </w:r>
            <w:r w:rsidRPr="000C490A">
              <w:t xml:space="preserve"> electives must be selected from </w:t>
            </w:r>
            <w:r>
              <w:t xml:space="preserve">Group A, B or C </w:t>
            </w:r>
          </w:p>
          <w:p w14:paraId="4A4A9E0B" w14:textId="1AF4C54B" w:rsidR="00666505" w:rsidRDefault="00666505" w:rsidP="00BA3E1B">
            <w:pPr>
              <w:pStyle w:val="SIBulletList2"/>
            </w:pPr>
            <w:r>
              <w:t>up to 2</w:t>
            </w:r>
            <w:r w:rsidRPr="000C490A">
              <w:t xml:space="preserve"> </w:t>
            </w:r>
            <w:r>
              <w:t xml:space="preserve">may be selected </w:t>
            </w:r>
            <w:r w:rsidRPr="000C490A">
              <w:t>from</w:t>
            </w:r>
            <w:r w:rsidR="00E42ADE">
              <w:t xml:space="preserve"> the electives below or</w:t>
            </w:r>
            <w:r w:rsidRPr="000C490A">
              <w:t xml:space="preserve"> any currently endorsed Training Package or accredited course</w:t>
            </w:r>
          </w:p>
          <w:p w14:paraId="2C107DC6" w14:textId="77777777" w:rsidR="00666505" w:rsidRDefault="00666505" w:rsidP="00666505">
            <w:pPr>
              <w:pStyle w:val="SIBulletList1"/>
              <w:rPr>
                <w:rStyle w:val="SITextChar"/>
              </w:rPr>
            </w:pPr>
            <w:r w:rsidRPr="000C490A">
              <w:t>for the</w:t>
            </w:r>
            <w:r>
              <w:t xml:space="preserve"> award of the</w:t>
            </w:r>
            <w:r w:rsidRPr="000C490A">
              <w:t xml:space="preserve"> </w:t>
            </w:r>
            <w:r w:rsidRPr="00306E83">
              <w:t xml:space="preserve">Certificate IV in Racing </w:t>
            </w:r>
            <w:r w:rsidRPr="00306E83">
              <w:rPr>
                <w:rStyle w:val="SITextChar"/>
              </w:rPr>
              <w:t>Integrity (</w:t>
            </w:r>
            <w:r>
              <w:rPr>
                <w:rStyle w:val="SITextChar"/>
              </w:rPr>
              <w:t>Integrity Official</w:t>
            </w:r>
            <w:r w:rsidRPr="00306E83">
              <w:rPr>
                <w:rStyle w:val="SITextChar"/>
              </w:rPr>
              <w:t>)</w:t>
            </w:r>
          </w:p>
          <w:p w14:paraId="31EE2907" w14:textId="7640B6FB" w:rsidR="00306E83" w:rsidRPr="000C490A" w:rsidRDefault="00306E83" w:rsidP="00BA3E1B">
            <w:pPr>
              <w:pStyle w:val="SIBulletList2"/>
            </w:pPr>
            <w:r>
              <w:t>a</w:t>
            </w:r>
            <w:r w:rsidRPr="000C490A">
              <w:t xml:space="preserve">t least </w:t>
            </w:r>
            <w:r>
              <w:t>6</w:t>
            </w:r>
            <w:r w:rsidRPr="000C490A">
              <w:t xml:space="preserve"> electives must be selected from Group </w:t>
            </w:r>
            <w:r>
              <w:t>B</w:t>
            </w:r>
            <w:r w:rsidRPr="00306E83">
              <w:rPr>
                <w:rStyle w:val="SITextChar"/>
              </w:rPr>
              <w:t>.</w:t>
            </w:r>
          </w:p>
          <w:p w14:paraId="076DD871" w14:textId="5F75B5B3" w:rsidR="00666505" w:rsidRPr="000C490A" w:rsidRDefault="00666505" w:rsidP="00BA3E1B">
            <w:pPr>
              <w:pStyle w:val="SIBulletList2"/>
            </w:pPr>
            <w:r>
              <w:t>a</w:t>
            </w:r>
            <w:r w:rsidRPr="000C490A">
              <w:t xml:space="preserve">t least </w:t>
            </w:r>
            <w:r w:rsidR="00E42ADE">
              <w:t>7</w:t>
            </w:r>
            <w:r w:rsidRPr="000C490A">
              <w:t xml:space="preserve"> electives must be selected from </w:t>
            </w:r>
            <w:r>
              <w:t xml:space="preserve">Group B or C </w:t>
            </w:r>
          </w:p>
          <w:p w14:paraId="1C152E4F" w14:textId="41C879B5" w:rsidR="00666505" w:rsidRDefault="00666505" w:rsidP="00BA3E1B">
            <w:pPr>
              <w:pStyle w:val="SIBulletList2"/>
            </w:pPr>
            <w:r>
              <w:t>up to 2</w:t>
            </w:r>
            <w:r w:rsidRPr="000C490A">
              <w:t xml:space="preserve"> </w:t>
            </w:r>
            <w:r>
              <w:t xml:space="preserve">may be selected </w:t>
            </w:r>
            <w:r w:rsidRPr="000C490A">
              <w:t xml:space="preserve">from </w:t>
            </w:r>
            <w:r w:rsidR="00E42ADE">
              <w:t xml:space="preserve">the electives below or </w:t>
            </w:r>
            <w:r w:rsidRPr="000C490A">
              <w:t>any currently endorsed Training Package or accredited course</w:t>
            </w:r>
            <w:r>
              <w:t>.</w:t>
            </w:r>
          </w:p>
          <w:p w14:paraId="13528D60" w14:textId="77777777" w:rsidR="00A772D9" w:rsidRDefault="00A772D9" w:rsidP="00BA3E1B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B119D" w:rsidRPr="00963A46" w14:paraId="50B93594" w14:textId="77777777" w:rsidTr="00BA3E1B">
        <w:trPr>
          <w:trHeight w:val="1691"/>
        </w:trPr>
        <w:tc>
          <w:tcPr>
            <w:tcW w:w="5000" w:type="pct"/>
            <w:gridSpan w:val="2"/>
            <w:shd w:val="clear" w:color="auto" w:fill="auto"/>
          </w:tcPr>
          <w:p w14:paraId="4CA2E466" w14:textId="77777777" w:rsidR="005B119D" w:rsidRPr="00856837" w:rsidRDefault="005B119D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2D3E9B" w:rsidRPr="005C7EA8" w14:paraId="69367654" w14:textId="77777777" w:rsidTr="008C5037">
              <w:tc>
                <w:tcPr>
                  <w:tcW w:w="1718" w:type="dxa"/>
                  <w:vAlign w:val="center"/>
                </w:tcPr>
                <w:p w14:paraId="138C8E9D" w14:textId="299C137D" w:rsidR="002D3E9B" w:rsidRPr="002D3E9B" w:rsidRDefault="002D3E9B" w:rsidP="002D3E9B">
                  <w:pPr>
                    <w:pStyle w:val="SIText"/>
                  </w:pPr>
                  <w:r w:rsidRPr="002D3E9B">
                    <w:t>BSBWHS301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1247D802" w14:textId="6A142E3E" w:rsidR="002D3E9B" w:rsidRPr="002D3E9B" w:rsidRDefault="002D3E9B" w:rsidP="002D3E9B">
                  <w:pPr>
                    <w:pStyle w:val="SIText"/>
                  </w:pPr>
                  <w:r w:rsidRPr="002D3E9B">
                    <w:t>Maintain workplace safety</w:t>
                  </w:r>
                </w:p>
              </w:tc>
            </w:tr>
            <w:tr w:rsidR="00C55515" w:rsidRPr="005C7EA8" w14:paraId="3F9F15DE" w14:textId="77777777" w:rsidTr="008C5037">
              <w:tc>
                <w:tcPr>
                  <w:tcW w:w="1718" w:type="dxa"/>
                  <w:vAlign w:val="center"/>
                </w:tcPr>
                <w:p w14:paraId="5CBD55AD" w14:textId="10324528" w:rsidR="00C55515" w:rsidRPr="002D3E9B" w:rsidRDefault="00C55515" w:rsidP="00C55515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 xml:space="preserve">CSCORG014 </w:t>
                  </w:r>
                </w:p>
              </w:tc>
              <w:tc>
                <w:tcPr>
                  <w:tcW w:w="5670" w:type="dxa"/>
                  <w:vAlign w:val="center"/>
                </w:tcPr>
                <w:p w14:paraId="668CB8EC" w14:textId="7393C3D4" w:rsidR="00C55515" w:rsidRPr="002D3E9B" w:rsidRDefault="00C55515" w:rsidP="00C55515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 xml:space="preserve">Use information to make critical decisions </w:t>
                  </w:r>
                </w:p>
              </w:tc>
            </w:tr>
            <w:tr w:rsidR="00C55515" w:rsidRPr="005C7EA8" w14:paraId="16E12DE6" w14:textId="77777777" w:rsidTr="008C5037">
              <w:tc>
                <w:tcPr>
                  <w:tcW w:w="1718" w:type="dxa"/>
                  <w:vAlign w:val="center"/>
                </w:tcPr>
                <w:p w14:paraId="4F4CE0F9" w14:textId="1D5BFE95" w:rsidR="00C55515" w:rsidRPr="00856837" w:rsidRDefault="00C55515" w:rsidP="00C55515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 xml:space="preserve">PSPREG003 </w:t>
                  </w:r>
                </w:p>
              </w:tc>
              <w:tc>
                <w:tcPr>
                  <w:tcW w:w="5670" w:type="dxa"/>
                  <w:vAlign w:val="center"/>
                </w:tcPr>
                <w:p w14:paraId="535FA246" w14:textId="6D42510D" w:rsidR="00C55515" w:rsidRPr="00856837" w:rsidRDefault="00C55515" w:rsidP="00C55515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 xml:space="preserve">Apply regulatory powers </w:t>
                  </w:r>
                </w:p>
              </w:tc>
            </w:tr>
            <w:tr w:rsidR="00C55515" w:rsidRPr="005C7EA8" w14:paraId="1A64A6D0" w14:textId="77777777" w:rsidTr="008C5037">
              <w:tc>
                <w:tcPr>
                  <w:tcW w:w="1718" w:type="dxa"/>
                  <w:vAlign w:val="center"/>
                </w:tcPr>
                <w:p w14:paraId="0290F820" w14:textId="4ED36A8B" w:rsidR="00C55515" w:rsidRDefault="00C55515" w:rsidP="00C55515">
                  <w:pPr>
                    <w:pStyle w:val="SIText"/>
                    <w:rPr>
                      <w:rFonts w:cs="Arial"/>
                      <w:color w:val="000000"/>
                      <w:szCs w:val="20"/>
                    </w:rPr>
                  </w:pPr>
                  <w:r>
                    <w:rPr>
                      <w:rFonts w:cs="Arial"/>
                      <w:color w:val="000000"/>
                      <w:szCs w:val="20"/>
                    </w:rPr>
                    <w:t>RGRCMN203</w:t>
                  </w:r>
                </w:p>
              </w:tc>
              <w:tc>
                <w:tcPr>
                  <w:tcW w:w="5670" w:type="dxa"/>
                  <w:vAlign w:val="center"/>
                </w:tcPr>
                <w:p w14:paraId="0E8B8B1E" w14:textId="1FAB2B04" w:rsidR="00C55515" w:rsidRDefault="00C55515" w:rsidP="00C55515">
                  <w:pPr>
                    <w:pStyle w:val="SIText"/>
                    <w:rPr>
                      <w:rFonts w:cs="Arial"/>
                      <w:color w:val="000000"/>
                      <w:szCs w:val="20"/>
                    </w:rPr>
                  </w:pPr>
                  <w:r>
                    <w:rPr>
                      <w:rFonts w:cs="Arial"/>
                      <w:color w:val="000000"/>
                      <w:szCs w:val="20"/>
                    </w:rPr>
                    <w:t>Comply with racing industry ethics and integrity</w:t>
                  </w:r>
                </w:p>
              </w:tc>
            </w:tr>
            <w:tr w:rsidR="00C55515" w:rsidRPr="005C7EA8" w14:paraId="40A6175A" w14:textId="77777777" w:rsidTr="008C5037">
              <w:tc>
                <w:tcPr>
                  <w:tcW w:w="1718" w:type="dxa"/>
                  <w:vAlign w:val="center"/>
                </w:tcPr>
                <w:p w14:paraId="24408252" w14:textId="1E9C5B4D" w:rsidR="00C55515" w:rsidRDefault="00C55515" w:rsidP="00C55515">
                  <w:pPr>
                    <w:pStyle w:val="SIText"/>
                    <w:rPr>
                      <w:rFonts w:cs="Arial"/>
                      <w:color w:val="000000"/>
                      <w:szCs w:val="20"/>
                    </w:rPr>
                  </w:pPr>
                  <w:r w:rsidRPr="00F52244">
                    <w:t>RGRSTD403</w:t>
                  </w:r>
                </w:p>
              </w:tc>
              <w:tc>
                <w:tcPr>
                  <w:tcW w:w="5670" w:type="dxa"/>
                  <w:vAlign w:val="center"/>
                </w:tcPr>
                <w:p w14:paraId="59D44D4B" w14:textId="3C44AC61" w:rsidR="00C55515" w:rsidRDefault="00C55515">
                  <w:pPr>
                    <w:pStyle w:val="SIText"/>
                    <w:rPr>
                      <w:rFonts w:cs="Arial"/>
                      <w:color w:val="000000"/>
                      <w:szCs w:val="20"/>
                    </w:rPr>
                  </w:pPr>
                  <w:r w:rsidRPr="00F52244">
                    <w:t xml:space="preserve">Apply principles of administrative law to investigation and resolution of racing </w:t>
                  </w:r>
                  <w:r>
                    <w:t>matters</w:t>
                  </w:r>
                </w:p>
              </w:tc>
            </w:tr>
          </w:tbl>
          <w:p w14:paraId="696657CB" w14:textId="77777777" w:rsidR="005B119D" w:rsidRDefault="005B119D" w:rsidP="00A772D9">
            <w:pPr>
              <w:pStyle w:val="SITextHeading2"/>
            </w:pPr>
          </w:p>
          <w:p w14:paraId="1642FA70" w14:textId="77777777" w:rsidR="005B119D" w:rsidRDefault="005B119D" w:rsidP="00894FBB">
            <w:pPr>
              <w:pStyle w:val="SITextHeading2"/>
              <w:rPr>
                <w:b w:val="0"/>
              </w:rPr>
            </w:pPr>
            <w:r w:rsidRPr="00894FBB">
              <w:lastRenderedPageBreak/>
              <w:t>Elective Units</w:t>
            </w:r>
          </w:p>
          <w:p w14:paraId="39CAD6C3" w14:textId="359DBDCC" w:rsidR="002D3E9B" w:rsidRDefault="002D3E9B" w:rsidP="002D3E9B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A Steward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50"/>
              <w:gridCol w:w="5670"/>
            </w:tblGrid>
            <w:tr w:rsidR="0082669C" w:rsidRPr="005C7EA8" w14:paraId="4C7090DF" w14:textId="77777777" w:rsidTr="00BA3E1B">
              <w:tc>
                <w:tcPr>
                  <w:tcW w:w="1850" w:type="dxa"/>
                  <w:vAlign w:val="center"/>
                </w:tcPr>
                <w:p w14:paraId="16A8484D" w14:textId="6618F422" w:rsidR="0082669C" w:rsidRPr="002D3E9B" w:rsidRDefault="0082669C" w:rsidP="002D3E9B">
                  <w:pPr>
                    <w:pStyle w:val="SIText"/>
                  </w:pPr>
                  <w:r>
                    <w:t>RGRCMN305</w:t>
                  </w:r>
                </w:p>
              </w:tc>
              <w:tc>
                <w:tcPr>
                  <w:tcW w:w="5670" w:type="dxa"/>
                  <w:vAlign w:val="center"/>
                </w:tcPr>
                <w:p w14:paraId="50EA6D51" w14:textId="55E3DFAB" w:rsidR="0082669C" w:rsidRPr="002D3E9B" w:rsidRDefault="0082669C">
                  <w:pPr>
                    <w:pStyle w:val="SIText"/>
                  </w:pPr>
                  <w:r>
                    <w:t xml:space="preserve">Participate in </w:t>
                  </w:r>
                  <w:r w:rsidR="009C7316">
                    <w:t xml:space="preserve">racing </w:t>
                  </w:r>
                  <w:r>
                    <w:t>protests</w:t>
                  </w:r>
                  <w:r w:rsidR="009C7316">
                    <w:t xml:space="preserve"> and</w:t>
                  </w:r>
                  <w:r>
                    <w:t xml:space="preserve"> inquiries </w:t>
                  </w:r>
                </w:p>
              </w:tc>
            </w:tr>
            <w:tr w:rsidR="002D3E9B" w:rsidRPr="005C7EA8" w14:paraId="24F144A1" w14:textId="77777777" w:rsidTr="00BA3E1B">
              <w:tc>
                <w:tcPr>
                  <w:tcW w:w="1850" w:type="dxa"/>
                  <w:vAlign w:val="bottom"/>
                </w:tcPr>
                <w:p w14:paraId="635A17E4" w14:textId="65875AA4" w:rsidR="002D3E9B" w:rsidRPr="002D3E9B" w:rsidRDefault="002D3E9B" w:rsidP="002D3E9B">
                  <w:pPr>
                    <w:pStyle w:val="SIText"/>
                  </w:pPr>
                  <w:r w:rsidRPr="002D3E9B">
                    <w:t>RGRPSG304</w:t>
                  </w:r>
                </w:p>
              </w:tc>
              <w:tc>
                <w:tcPr>
                  <w:tcW w:w="5670" w:type="dxa"/>
                  <w:vAlign w:val="bottom"/>
                </w:tcPr>
                <w:p w14:paraId="12536909" w14:textId="2BC513F6" w:rsidR="002D3E9B" w:rsidRPr="002D3E9B" w:rsidRDefault="002D3E9B" w:rsidP="002D3E9B">
                  <w:pPr>
                    <w:pStyle w:val="SIText"/>
                  </w:pPr>
                  <w:r w:rsidRPr="002D3E9B">
                    <w:t xml:space="preserve">Participate in greyhound racing inquires and appeals </w:t>
                  </w:r>
                </w:p>
              </w:tc>
            </w:tr>
            <w:tr w:rsidR="005B7EA6" w:rsidRPr="005C7EA8" w14:paraId="6FB23A78" w14:textId="77777777" w:rsidTr="00BA3E1B">
              <w:tc>
                <w:tcPr>
                  <w:tcW w:w="1850" w:type="dxa"/>
                  <w:vAlign w:val="bottom"/>
                </w:tcPr>
                <w:p w14:paraId="1B48ED5A" w14:textId="2DF4FDBD" w:rsidR="005B7EA6" w:rsidRPr="002D3E9B" w:rsidRDefault="005B7EA6" w:rsidP="005B7EA6">
                  <w:pPr>
                    <w:pStyle w:val="SIText"/>
                  </w:pPr>
                  <w:r w:rsidRPr="005B7EA6">
                    <w:t>RGRROP301</w:t>
                  </w:r>
                </w:p>
              </w:tc>
              <w:tc>
                <w:tcPr>
                  <w:tcW w:w="5670" w:type="dxa"/>
                  <w:vAlign w:val="bottom"/>
                </w:tcPr>
                <w:p w14:paraId="57C65B87" w14:textId="2AB6FB20" w:rsidR="005B7EA6" w:rsidRPr="002D3E9B" w:rsidRDefault="005B7EA6" w:rsidP="005B7EA6">
                  <w:pPr>
                    <w:pStyle w:val="SIText"/>
                  </w:pPr>
                  <w:r w:rsidRPr="005B7EA6">
                    <w:t>Perform ear branding and marking up of greyhounds</w:t>
                  </w:r>
                </w:p>
              </w:tc>
            </w:tr>
            <w:tr w:rsidR="005B7EA6" w:rsidRPr="005C7EA8" w14:paraId="11E27F03" w14:textId="77777777" w:rsidTr="00BA3E1B">
              <w:tc>
                <w:tcPr>
                  <w:tcW w:w="1850" w:type="dxa"/>
                  <w:vAlign w:val="center"/>
                </w:tcPr>
                <w:p w14:paraId="5896FB6C" w14:textId="1C989233" w:rsidR="005B7EA6" w:rsidRPr="002D3E9B" w:rsidRDefault="005B7EA6" w:rsidP="005B7EA6">
                  <w:pPr>
                    <w:pStyle w:val="SIText"/>
                  </w:pPr>
                  <w:r w:rsidRPr="002D3E9B">
                    <w:t>RGRROP304</w:t>
                  </w:r>
                </w:p>
              </w:tc>
              <w:tc>
                <w:tcPr>
                  <w:tcW w:w="5670" w:type="dxa"/>
                  <w:vAlign w:val="center"/>
                </w:tcPr>
                <w:p w14:paraId="33384CAE" w14:textId="242D70FE" w:rsidR="005B7EA6" w:rsidRPr="002D3E9B" w:rsidRDefault="005B7EA6" w:rsidP="005B7EA6">
                  <w:pPr>
                    <w:pStyle w:val="SIText"/>
                  </w:pPr>
                  <w:r w:rsidRPr="002D3E9B">
                    <w:t>Perform duties of clerk of scales</w:t>
                  </w:r>
                </w:p>
              </w:tc>
            </w:tr>
            <w:tr w:rsidR="005B7EA6" w:rsidRPr="005C7EA8" w14:paraId="57095C94" w14:textId="77777777" w:rsidTr="00BA3E1B">
              <w:tc>
                <w:tcPr>
                  <w:tcW w:w="1850" w:type="dxa"/>
                  <w:vAlign w:val="center"/>
                </w:tcPr>
                <w:p w14:paraId="027115B0" w14:textId="2EE799BC" w:rsidR="005B7EA6" w:rsidRPr="00F52244" w:rsidRDefault="005B7EA6" w:rsidP="005B7EA6">
                  <w:pPr>
                    <w:pStyle w:val="SIText"/>
                  </w:pPr>
                  <w:r w:rsidRPr="00F52244">
                    <w:t>RGRSTD303</w:t>
                  </w:r>
                </w:p>
              </w:tc>
              <w:tc>
                <w:tcPr>
                  <w:tcW w:w="5670" w:type="dxa"/>
                  <w:vAlign w:val="center"/>
                </w:tcPr>
                <w:p w14:paraId="4759B1DE" w14:textId="060198BE" w:rsidR="005B7EA6" w:rsidRPr="00F52244" w:rsidRDefault="005B7EA6" w:rsidP="005B7EA6">
                  <w:pPr>
                    <w:pStyle w:val="SIText"/>
                  </w:pPr>
                  <w:r w:rsidRPr="00F52244">
                    <w:t>Assess racing gear suitability and safety</w:t>
                  </w:r>
                </w:p>
              </w:tc>
            </w:tr>
            <w:tr w:rsidR="005B7EA6" w:rsidRPr="005C7EA8" w14:paraId="6EF04302" w14:textId="77777777" w:rsidTr="00BA3E1B">
              <w:tc>
                <w:tcPr>
                  <w:tcW w:w="1850" w:type="dxa"/>
                  <w:vAlign w:val="center"/>
                </w:tcPr>
                <w:p w14:paraId="43B9CC2F" w14:textId="064D6387" w:rsidR="005B7EA6" w:rsidRPr="00F52244" w:rsidRDefault="005B7EA6" w:rsidP="005B7EA6">
                  <w:pPr>
                    <w:pStyle w:val="SIText"/>
                  </w:pPr>
                  <w:r w:rsidRPr="00F52244">
                    <w:t>RGRSTD401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49DAEE2E" w14:textId="61EFF5DA" w:rsidR="005B7EA6" w:rsidRPr="00F52244" w:rsidRDefault="005B7EA6" w:rsidP="005B7EA6">
                  <w:pPr>
                    <w:pStyle w:val="SIText"/>
                  </w:pPr>
                  <w:r w:rsidRPr="00F52244">
                    <w:t>Perform duties of stipendiary steward at race meetings and trials</w:t>
                  </w:r>
                </w:p>
              </w:tc>
            </w:tr>
            <w:tr w:rsidR="005B7EA6" w:rsidRPr="005C7EA8" w14:paraId="12AEC15D" w14:textId="77777777" w:rsidTr="00BA3E1B">
              <w:tc>
                <w:tcPr>
                  <w:tcW w:w="1850" w:type="dxa"/>
                  <w:vAlign w:val="center"/>
                </w:tcPr>
                <w:p w14:paraId="12479DF0" w14:textId="4DB794CB" w:rsidR="005B7EA6" w:rsidRPr="00F52244" w:rsidRDefault="005B7EA6" w:rsidP="005B7EA6">
                  <w:pPr>
                    <w:pStyle w:val="SIText"/>
                  </w:pPr>
                  <w:r w:rsidRPr="00F52244">
                    <w:t>RGRSTD402</w:t>
                  </w:r>
                </w:p>
              </w:tc>
              <w:tc>
                <w:tcPr>
                  <w:tcW w:w="5670" w:type="dxa"/>
                  <w:vAlign w:val="center"/>
                </w:tcPr>
                <w:p w14:paraId="6082BD8D" w14:textId="16D41F78" w:rsidR="005B7EA6" w:rsidRPr="00F52244" w:rsidRDefault="005B7EA6" w:rsidP="005B7EA6">
                  <w:pPr>
                    <w:pStyle w:val="SIText"/>
                  </w:pPr>
                  <w:r w:rsidRPr="00F52244">
                    <w:t>Perform stewards' non-race day duties</w:t>
                  </w:r>
                </w:p>
              </w:tc>
            </w:tr>
            <w:tr w:rsidR="005B7EA6" w:rsidRPr="005C7EA8" w14:paraId="17D10449" w14:textId="77777777" w:rsidTr="00BA3E1B">
              <w:tc>
                <w:tcPr>
                  <w:tcW w:w="1850" w:type="dxa"/>
                  <w:vAlign w:val="center"/>
                </w:tcPr>
                <w:p w14:paraId="37063ABA" w14:textId="217C16BD" w:rsidR="005B7EA6" w:rsidRPr="00F52244" w:rsidRDefault="005B7EA6" w:rsidP="005B7EA6">
                  <w:pPr>
                    <w:pStyle w:val="SIText"/>
                  </w:pPr>
                  <w:r w:rsidRPr="00F52244">
                    <w:t>RGRSTD405</w:t>
                  </w:r>
                </w:p>
              </w:tc>
              <w:tc>
                <w:tcPr>
                  <w:tcW w:w="5670" w:type="dxa"/>
                  <w:vAlign w:val="center"/>
                </w:tcPr>
                <w:p w14:paraId="0507D05C" w14:textId="308123E8" w:rsidR="005B7EA6" w:rsidRPr="00F52244" w:rsidRDefault="005B7EA6" w:rsidP="005B7EA6">
                  <w:pPr>
                    <w:pStyle w:val="SIText"/>
                  </w:pPr>
                  <w:r w:rsidRPr="00F52244">
                    <w:t>Conduct steward supervision of sample collection procedures</w:t>
                  </w:r>
                </w:p>
              </w:tc>
            </w:tr>
            <w:tr w:rsidR="005B7EA6" w:rsidRPr="005C7EA8" w14:paraId="2D0FEE28" w14:textId="77777777" w:rsidTr="00BA3E1B">
              <w:tc>
                <w:tcPr>
                  <w:tcW w:w="1850" w:type="dxa"/>
                  <w:vAlign w:val="center"/>
                </w:tcPr>
                <w:p w14:paraId="7A9E5E2C" w14:textId="654B4D8D" w:rsidR="005B7EA6" w:rsidRPr="00F52244" w:rsidRDefault="005B7EA6" w:rsidP="005B7EA6">
                  <w:pPr>
                    <w:pStyle w:val="SIText"/>
                  </w:pPr>
                  <w:r w:rsidRPr="00F52244">
                    <w:t xml:space="preserve">RGRSTD409 </w:t>
                  </w:r>
                </w:p>
              </w:tc>
              <w:tc>
                <w:tcPr>
                  <w:tcW w:w="5670" w:type="dxa"/>
                  <w:vAlign w:val="center"/>
                </w:tcPr>
                <w:p w14:paraId="288FBB44" w14:textId="14EB0500" w:rsidR="005B7EA6" w:rsidRPr="00F52244" w:rsidRDefault="005B7EA6" w:rsidP="005B7EA6">
                  <w:pPr>
                    <w:pStyle w:val="SIText"/>
                  </w:pPr>
                  <w:r w:rsidRPr="00F52244">
                    <w:t>Perform the duties of a race day steward</w:t>
                  </w:r>
                </w:p>
              </w:tc>
            </w:tr>
          </w:tbl>
          <w:p w14:paraId="553CB8EB" w14:textId="77777777" w:rsidR="005B119D" w:rsidRDefault="005B119D" w:rsidP="00894FBB">
            <w:pPr>
              <w:rPr>
                <w:lang w:eastAsia="en-US"/>
              </w:rPr>
            </w:pPr>
          </w:p>
          <w:p w14:paraId="26816F32" w14:textId="29CC17F8" w:rsidR="005B119D" w:rsidRDefault="005B119D" w:rsidP="004D2710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 xml:space="preserve">Group </w:t>
            </w:r>
            <w:r w:rsidR="002D3E9B">
              <w:rPr>
                <w:lang w:eastAsia="en-US"/>
              </w:rPr>
              <w:t xml:space="preserve">B </w:t>
            </w:r>
            <w:r w:rsidR="00666505">
              <w:rPr>
                <w:lang w:eastAsia="en-US"/>
              </w:rPr>
              <w:t>Integrity Official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82"/>
              <w:gridCol w:w="5670"/>
            </w:tblGrid>
            <w:tr w:rsidR="002D3E9B" w:rsidRPr="005C7EA8" w14:paraId="5D2F8A33" w14:textId="77777777" w:rsidTr="007B5704">
              <w:tc>
                <w:tcPr>
                  <w:tcW w:w="1682" w:type="dxa"/>
                  <w:vAlign w:val="center"/>
                </w:tcPr>
                <w:p w14:paraId="4E93A109" w14:textId="5E17741F" w:rsidR="002D3E9B" w:rsidRPr="00856837" w:rsidRDefault="002D3E9B" w:rsidP="002D3E9B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PSPINV001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1095C83D" w14:textId="44CEB4A2" w:rsidR="002D3E9B" w:rsidRPr="00856837" w:rsidRDefault="002D3E9B" w:rsidP="002D3E9B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Plan and initiate an investigation</w:t>
                  </w:r>
                </w:p>
              </w:tc>
            </w:tr>
            <w:tr w:rsidR="002D3E9B" w:rsidRPr="005C7EA8" w14:paraId="6C333E5F" w14:textId="77777777" w:rsidTr="007B5704">
              <w:tc>
                <w:tcPr>
                  <w:tcW w:w="1682" w:type="dxa"/>
                  <w:vAlign w:val="center"/>
                </w:tcPr>
                <w:p w14:paraId="03D5AFA8" w14:textId="48F48FDB" w:rsidR="002D3E9B" w:rsidRPr="00856837" w:rsidRDefault="002D3E9B" w:rsidP="002D3E9B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PSPINV002</w:t>
                  </w:r>
                </w:p>
              </w:tc>
              <w:tc>
                <w:tcPr>
                  <w:tcW w:w="5670" w:type="dxa"/>
                  <w:vAlign w:val="center"/>
                </w:tcPr>
                <w:p w14:paraId="37C06D70" w14:textId="693F98B3" w:rsidR="002D3E9B" w:rsidRPr="00856837" w:rsidRDefault="002D3E9B" w:rsidP="002D3E9B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Conduct an investigation</w:t>
                  </w:r>
                </w:p>
              </w:tc>
            </w:tr>
            <w:tr w:rsidR="002D3E9B" w:rsidRPr="005C7EA8" w14:paraId="5B47C4F1" w14:textId="77777777" w:rsidTr="007B5704">
              <w:tc>
                <w:tcPr>
                  <w:tcW w:w="1682" w:type="dxa"/>
                  <w:vAlign w:val="center"/>
                </w:tcPr>
                <w:p w14:paraId="04ECB6CE" w14:textId="47D20A8E" w:rsidR="002D3E9B" w:rsidRPr="00856837" w:rsidRDefault="002D3E9B" w:rsidP="002D3E9B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PSPINV003</w:t>
                  </w:r>
                </w:p>
              </w:tc>
              <w:tc>
                <w:tcPr>
                  <w:tcW w:w="5670" w:type="dxa"/>
                  <w:vAlign w:val="center"/>
                </w:tcPr>
                <w:p w14:paraId="082DACB8" w14:textId="5FEBC945" w:rsidR="002D3E9B" w:rsidRPr="00856837" w:rsidRDefault="002D3E9B" w:rsidP="002D3E9B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Finalise an investigation</w:t>
                  </w:r>
                </w:p>
              </w:tc>
            </w:tr>
            <w:tr w:rsidR="002D3E9B" w:rsidRPr="005C7EA8" w14:paraId="5A1FC4E8" w14:textId="77777777" w:rsidTr="007B5704">
              <w:tc>
                <w:tcPr>
                  <w:tcW w:w="1682" w:type="dxa"/>
                  <w:vAlign w:val="center"/>
                </w:tcPr>
                <w:p w14:paraId="12D98F29" w14:textId="7395342E" w:rsidR="002D3E9B" w:rsidRPr="00856837" w:rsidRDefault="002D3E9B" w:rsidP="002D3E9B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PSPREG001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3F55D02B" w14:textId="3DFFB9EE" w:rsidR="002D3E9B" w:rsidRPr="00856837" w:rsidRDefault="002D3E9B" w:rsidP="002D3E9B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Carry out inspections and monitoring under guidance</w:t>
                  </w:r>
                </w:p>
              </w:tc>
            </w:tr>
            <w:tr w:rsidR="00666505" w:rsidRPr="005C7EA8" w14:paraId="5221BAA1" w14:textId="77777777" w:rsidTr="007B5704">
              <w:tc>
                <w:tcPr>
                  <w:tcW w:w="1682" w:type="dxa"/>
                  <w:vAlign w:val="center"/>
                </w:tcPr>
                <w:p w14:paraId="537A3682" w14:textId="26AEB232" w:rsidR="00666505" w:rsidRDefault="00666505" w:rsidP="00666505">
                  <w:pPr>
                    <w:pStyle w:val="SIText"/>
                    <w:rPr>
                      <w:rFonts w:cs="Arial"/>
                      <w:color w:val="000000"/>
                      <w:szCs w:val="20"/>
                    </w:rPr>
                  </w:pPr>
                  <w:r>
                    <w:rPr>
                      <w:rFonts w:cs="Arial"/>
                      <w:color w:val="000000"/>
                      <w:szCs w:val="20"/>
                    </w:rPr>
                    <w:t>PSPREG005</w:t>
                  </w:r>
                </w:p>
              </w:tc>
              <w:tc>
                <w:tcPr>
                  <w:tcW w:w="5670" w:type="dxa"/>
                  <w:vAlign w:val="center"/>
                </w:tcPr>
                <w:p w14:paraId="1289F8FD" w14:textId="16F6F44B" w:rsidR="00666505" w:rsidRDefault="00666505" w:rsidP="00666505">
                  <w:pPr>
                    <w:pStyle w:val="SIText"/>
                    <w:rPr>
                      <w:rFonts w:cs="Arial"/>
                      <w:color w:val="000000"/>
                      <w:szCs w:val="20"/>
                    </w:rPr>
                  </w:pPr>
                  <w:r>
                    <w:rPr>
                      <w:rFonts w:cs="Arial"/>
                      <w:color w:val="000000"/>
                      <w:szCs w:val="20"/>
                    </w:rPr>
                    <w:t>Assess compliance</w:t>
                  </w:r>
                </w:p>
              </w:tc>
            </w:tr>
            <w:tr w:rsidR="00666505" w:rsidRPr="005C7EA8" w14:paraId="4E4C4AFF" w14:textId="77777777" w:rsidTr="007B5704">
              <w:tc>
                <w:tcPr>
                  <w:tcW w:w="1682" w:type="dxa"/>
                  <w:vAlign w:val="center"/>
                </w:tcPr>
                <w:p w14:paraId="52020CCD" w14:textId="1B06A9B4" w:rsidR="00666505" w:rsidRDefault="00666505" w:rsidP="00666505">
                  <w:pPr>
                    <w:pStyle w:val="SIText"/>
                    <w:rPr>
                      <w:rFonts w:cs="Arial"/>
                      <w:color w:val="000000"/>
                      <w:szCs w:val="20"/>
                    </w:rPr>
                  </w:pPr>
                  <w:r>
                    <w:rPr>
                      <w:rFonts w:cs="Arial"/>
                      <w:color w:val="000000"/>
                      <w:szCs w:val="20"/>
                    </w:rPr>
                    <w:t>PSPREG008</w:t>
                  </w:r>
                </w:p>
              </w:tc>
              <w:tc>
                <w:tcPr>
                  <w:tcW w:w="5670" w:type="dxa"/>
                  <w:vAlign w:val="center"/>
                </w:tcPr>
                <w:p w14:paraId="33B1FD39" w14:textId="69A92AAA" w:rsidR="00666505" w:rsidRDefault="00666505" w:rsidP="00666505">
                  <w:pPr>
                    <w:pStyle w:val="SIText"/>
                    <w:rPr>
                      <w:rFonts w:cs="Arial"/>
                      <w:color w:val="000000"/>
                      <w:szCs w:val="20"/>
                    </w:rPr>
                  </w:pPr>
                  <w:r>
                    <w:rPr>
                      <w:rFonts w:cs="Arial"/>
                      <w:color w:val="000000"/>
                      <w:szCs w:val="20"/>
                    </w:rPr>
                    <w:t>Act on non-compliance</w:t>
                  </w:r>
                </w:p>
              </w:tc>
            </w:tr>
            <w:tr w:rsidR="00666505" w:rsidRPr="005C7EA8" w14:paraId="40DFBAAA" w14:textId="77777777" w:rsidTr="007B5704">
              <w:tc>
                <w:tcPr>
                  <w:tcW w:w="1682" w:type="dxa"/>
                  <w:vAlign w:val="center"/>
                </w:tcPr>
                <w:p w14:paraId="42F4F1E7" w14:textId="168CA49F" w:rsidR="00666505" w:rsidRPr="00856837" w:rsidRDefault="00666505" w:rsidP="00666505">
                  <w:pPr>
                    <w:pStyle w:val="SIText"/>
                  </w:pPr>
                  <w:r>
                    <w:rPr>
                      <w:rFonts w:cs="Arial"/>
                      <w:szCs w:val="20"/>
                    </w:rPr>
                    <w:t>PSPREG009</w:t>
                  </w:r>
                </w:p>
              </w:tc>
              <w:tc>
                <w:tcPr>
                  <w:tcW w:w="5670" w:type="dxa"/>
                  <w:vAlign w:val="center"/>
                </w:tcPr>
                <w:p w14:paraId="49F115D7" w14:textId="2C943457" w:rsidR="00666505" w:rsidRPr="00856837" w:rsidRDefault="00666505" w:rsidP="00666505">
                  <w:pPr>
                    <w:pStyle w:val="SIText"/>
                  </w:pPr>
                  <w:r>
                    <w:rPr>
                      <w:rFonts w:cs="Arial"/>
                      <w:szCs w:val="20"/>
                    </w:rPr>
                    <w:t>Conduct search and seizure</w:t>
                  </w:r>
                </w:p>
              </w:tc>
            </w:tr>
            <w:tr w:rsidR="00666505" w:rsidRPr="005C7EA8" w14:paraId="68830358" w14:textId="77777777" w:rsidTr="007B5704">
              <w:tc>
                <w:tcPr>
                  <w:tcW w:w="1682" w:type="dxa"/>
                  <w:vAlign w:val="center"/>
                </w:tcPr>
                <w:p w14:paraId="2D77FF87" w14:textId="4CA8B982" w:rsidR="00666505" w:rsidRPr="00856837" w:rsidRDefault="00666505" w:rsidP="00666505">
                  <w:pPr>
                    <w:pStyle w:val="SIText"/>
                  </w:pPr>
                  <w:r>
                    <w:rPr>
                      <w:rFonts w:cs="Arial"/>
                      <w:szCs w:val="20"/>
                    </w:rPr>
                    <w:t>PSPREG010</w:t>
                  </w:r>
                </w:p>
              </w:tc>
              <w:tc>
                <w:tcPr>
                  <w:tcW w:w="5670" w:type="dxa"/>
                  <w:vAlign w:val="center"/>
                </w:tcPr>
                <w:p w14:paraId="6F92A9A5" w14:textId="7FE18A23" w:rsidR="00666505" w:rsidRPr="00856837" w:rsidRDefault="00666505" w:rsidP="00666505">
                  <w:pPr>
                    <w:pStyle w:val="SIText"/>
                  </w:pPr>
                  <w:r>
                    <w:rPr>
                      <w:rFonts w:cs="Arial"/>
                      <w:szCs w:val="20"/>
                    </w:rPr>
                    <w:t>Prepare a brief of evidence</w:t>
                  </w:r>
                </w:p>
              </w:tc>
            </w:tr>
            <w:tr w:rsidR="00666505" w:rsidRPr="005C7EA8" w14:paraId="1B46DF0A" w14:textId="77777777" w:rsidTr="007B5704">
              <w:tc>
                <w:tcPr>
                  <w:tcW w:w="1682" w:type="dxa"/>
                  <w:vAlign w:val="center"/>
                </w:tcPr>
                <w:p w14:paraId="701BBCC8" w14:textId="0A7D5FB9" w:rsidR="00666505" w:rsidRPr="00856837" w:rsidRDefault="00666505" w:rsidP="00666505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PSPREG011</w:t>
                  </w:r>
                </w:p>
              </w:tc>
              <w:tc>
                <w:tcPr>
                  <w:tcW w:w="5670" w:type="dxa"/>
                  <w:vAlign w:val="center"/>
                </w:tcPr>
                <w:p w14:paraId="73263186" w14:textId="06CDEB31" w:rsidR="00666505" w:rsidRPr="00856837" w:rsidRDefault="00666505" w:rsidP="00666505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Give evidence</w:t>
                  </w:r>
                </w:p>
              </w:tc>
            </w:tr>
            <w:tr w:rsidR="00666505" w:rsidRPr="005C7EA8" w14:paraId="1A8E853D" w14:textId="77777777" w:rsidTr="007B5704">
              <w:tc>
                <w:tcPr>
                  <w:tcW w:w="1682" w:type="dxa"/>
                  <w:vAlign w:val="center"/>
                </w:tcPr>
                <w:p w14:paraId="164DF6E6" w14:textId="24C46602" w:rsidR="00666505" w:rsidRPr="00856837" w:rsidRDefault="00666505" w:rsidP="00666505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PSPREG012</w:t>
                  </w:r>
                </w:p>
              </w:tc>
              <w:tc>
                <w:tcPr>
                  <w:tcW w:w="5670" w:type="dxa"/>
                  <w:vAlign w:val="center"/>
                </w:tcPr>
                <w:p w14:paraId="48059E16" w14:textId="1D8A1ED7" w:rsidR="00666505" w:rsidRPr="00856837" w:rsidRDefault="00666505" w:rsidP="00666505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Gather information through interviews</w:t>
                  </w:r>
                </w:p>
              </w:tc>
            </w:tr>
            <w:tr w:rsidR="00666505" w:rsidRPr="005C7EA8" w14:paraId="20E8A5D5" w14:textId="77777777" w:rsidTr="007B5704">
              <w:tc>
                <w:tcPr>
                  <w:tcW w:w="1682" w:type="dxa"/>
                  <w:vAlign w:val="center"/>
                </w:tcPr>
                <w:p w14:paraId="4E1CBCC7" w14:textId="56CDD5DA" w:rsidR="00666505" w:rsidRPr="00856837" w:rsidRDefault="00666505" w:rsidP="00666505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PSPREG013</w:t>
                  </w:r>
                </w:p>
              </w:tc>
              <w:tc>
                <w:tcPr>
                  <w:tcW w:w="5670" w:type="dxa"/>
                  <w:vAlign w:val="center"/>
                </w:tcPr>
                <w:p w14:paraId="3F830877" w14:textId="3191EB6E" w:rsidR="00666505" w:rsidRPr="00856837" w:rsidRDefault="00666505" w:rsidP="00666505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Undertake inspections and monitoring</w:t>
                  </w:r>
                </w:p>
              </w:tc>
            </w:tr>
            <w:tr w:rsidR="008F17AE" w:rsidRPr="005C7EA8" w14:paraId="3B7C4F16" w14:textId="77777777" w:rsidTr="007B5704">
              <w:tc>
                <w:tcPr>
                  <w:tcW w:w="1682" w:type="dxa"/>
                  <w:vAlign w:val="center"/>
                </w:tcPr>
                <w:p w14:paraId="42508CAE" w14:textId="2DF28B05" w:rsidR="008F17AE" w:rsidRDefault="008F17AE" w:rsidP="008F17AE">
                  <w:pPr>
                    <w:pStyle w:val="SIText"/>
                    <w:rPr>
                      <w:rFonts w:cs="Arial"/>
                      <w:color w:val="000000"/>
                      <w:szCs w:val="20"/>
                    </w:rPr>
                  </w:pPr>
                  <w:r>
                    <w:rPr>
                      <w:rFonts w:cs="Arial"/>
                      <w:color w:val="000000"/>
                      <w:szCs w:val="20"/>
                    </w:rPr>
                    <w:t xml:space="preserve">PSPREG016 </w:t>
                  </w:r>
                </w:p>
              </w:tc>
              <w:tc>
                <w:tcPr>
                  <w:tcW w:w="5670" w:type="dxa"/>
                  <w:vAlign w:val="center"/>
                </w:tcPr>
                <w:p w14:paraId="2731C5C1" w14:textId="4CCC0313" w:rsidR="008F17AE" w:rsidRDefault="008F17AE" w:rsidP="008F17AE">
                  <w:pPr>
                    <w:pStyle w:val="SIText"/>
                    <w:rPr>
                      <w:rFonts w:cs="Arial"/>
                      <w:color w:val="000000"/>
                      <w:szCs w:val="20"/>
                    </w:rPr>
                  </w:pPr>
                  <w:r>
                    <w:rPr>
                      <w:rFonts w:cs="Arial"/>
                      <w:color w:val="000000"/>
                      <w:szCs w:val="20"/>
                    </w:rPr>
                    <w:t>Conduct data analysis</w:t>
                  </w:r>
                </w:p>
              </w:tc>
            </w:tr>
            <w:tr w:rsidR="008F17AE" w:rsidRPr="005C7EA8" w14:paraId="769C1B28" w14:textId="77777777" w:rsidTr="007B5704">
              <w:tc>
                <w:tcPr>
                  <w:tcW w:w="1682" w:type="dxa"/>
                  <w:vAlign w:val="center"/>
                </w:tcPr>
                <w:p w14:paraId="0E2F2974" w14:textId="4601AFA1" w:rsidR="008F17AE" w:rsidRPr="00856837" w:rsidRDefault="008F17AE" w:rsidP="008F17AE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PSPREG017</w:t>
                  </w:r>
                </w:p>
              </w:tc>
              <w:tc>
                <w:tcPr>
                  <w:tcW w:w="5670" w:type="dxa"/>
                  <w:vAlign w:val="center"/>
                </w:tcPr>
                <w:p w14:paraId="4255F4C6" w14:textId="49BB9711" w:rsidR="008F17AE" w:rsidRPr="00856837" w:rsidRDefault="008F17AE" w:rsidP="008F17AE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Undertake compliance audits</w:t>
                  </w:r>
                </w:p>
              </w:tc>
            </w:tr>
          </w:tbl>
          <w:p w14:paraId="6B5B30EF" w14:textId="77777777" w:rsidR="005B119D" w:rsidRDefault="005B119D" w:rsidP="00894FBB">
            <w:pPr>
              <w:rPr>
                <w:lang w:eastAsia="en-US"/>
              </w:rPr>
            </w:pPr>
          </w:p>
          <w:p w14:paraId="3B9F4617" w14:textId="77777777" w:rsidR="007B5704" w:rsidRDefault="007B5704" w:rsidP="007B5704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C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82"/>
              <w:gridCol w:w="5670"/>
            </w:tblGrid>
            <w:tr w:rsidR="008F17AE" w:rsidRPr="00856837" w14:paraId="3E401204" w14:textId="77777777" w:rsidTr="00BA3E1B">
              <w:tc>
                <w:tcPr>
                  <w:tcW w:w="1682" w:type="dxa"/>
                  <w:vAlign w:val="center"/>
                </w:tcPr>
                <w:p w14:paraId="7370DB71" w14:textId="15C04C47" w:rsidR="008F17AE" w:rsidRPr="00BA3E1B" w:rsidRDefault="008F17AE" w:rsidP="008F17AE">
                  <w:pPr>
                    <w:pStyle w:val="SIText"/>
                    <w:rPr>
                      <w:highlight w:val="yellow"/>
                    </w:rPr>
                  </w:pPr>
                  <w:r w:rsidRPr="002D3E9B">
                    <w:t>AHCBIO202</w:t>
                  </w:r>
                </w:p>
              </w:tc>
              <w:tc>
                <w:tcPr>
                  <w:tcW w:w="5670" w:type="dxa"/>
                  <w:vAlign w:val="center"/>
                </w:tcPr>
                <w:p w14:paraId="4B9F6DB2" w14:textId="0D3B08B4" w:rsidR="008F17AE" w:rsidRPr="00BA3E1B" w:rsidRDefault="008F17AE" w:rsidP="008F17AE">
                  <w:pPr>
                    <w:pStyle w:val="SIText"/>
                    <w:rPr>
                      <w:highlight w:val="yellow"/>
                    </w:rPr>
                  </w:pPr>
                  <w:r w:rsidRPr="002D3E9B">
                    <w:t>Follow site quarantine procedures</w:t>
                  </w:r>
                </w:p>
              </w:tc>
            </w:tr>
            <w:tr w:rsidR="008F17AE" w:rsidRPr="00856837" w14:paraId="15745395" w14:textId="77777777" w:rsidTr="00BA3E1B">
              <w:tc>
                <w:tcPr>
                  <w:tcW w:w="1682" w:type="dxa"/>
                  <w:vAlign w:val="center"/>
                </w:tcPr>
                <w:p w14:paraId="37084A79" w14:textId="0A9C6B23" w:rsidR="008F17AE" w:rsidRPr="007F5B76" w:rsidDel="001B1961" w:rsidRDefault="008F17AE" w:rsidP="008F17AE">
                  <w:pPr>
                    <w:pStyle w:val="SIText"/>
                    <w:rPr>
                      <w:rFonts w:cs="Arial"/>
                      <w:color w:val="000000"/>
                      <w:szCs w:val="20"/>
                      <w:highlight w:val="yellow"/>
                    </w:rPr>
                  </w:pPr>
                  <w:r>
                    <w:rPr>
                      <w:rFonts w:cs="Arial"/>
                      <w:color w:val="000000"/>
                      <w:szCs w:val="20"/>
                    </w:rPr>
                    <w:t>ACMEQU205</w:t>
                  </w:r>
                </w:p>
              </w:tc>
              <w:tc>
                <w:tcPr>
                  <w:tcW w:w="5670" w:type="dxa"/>
                  <w:vAlign w:val="center"/>
                </w:tcPr>
                <w:p w14:paraId="541DC751" w14:textId="2DC6DEC1" w:rsidR="008F17AE" w:rsidRPr="007F5B76" w:rsidDel="001B1961" w:rsidRDefault="008F17AE" w:rsidP="008F17AE">
                  <w:pPr>
                    <w:pStyle w:val="SIText"/>
                    <w:rPr>
                      <w:rFonts w:cs="Arial"/>
                      <w:color w:val="000000"/>
                      <w:szCs w:val="20"/>
                      <w:highlight w:val="yellow"/>
                    </w:rPr>
                  </w:pPr>
                  <w:r>
                    <w:rPr>
                      <w:rFonts w:cs="Arial"/>
                      <w:color w:val="000000"/>
                      <w:szCs w:val="20"/>
                    </w:rPr>
                    <w:t>Apply knowledge of horse behaviour</w:t>
                  </w:r>
                </w:p>
              </w:tc>
            </w:tr>
            <w:tr w:rsidR="008F17AE" w:rsidRPr="00856837" w14:paraId="0AE2D818" w14:textId="77777777" w:rsidTr="00BA3E1B">
              <w:tc>
                <w:tcPr>
                  <w:tcW w:w="1682" w:type="dxa"/>
                  <w:vAlign w:val="center"/>
                </w:tcPr>
                <w:p w14:paraId="56202685" w14:textId="599D1062" w:rsidR="008F17AE" w:rsidRDefault="008F17AE" w:rsidP="008F17AE">
                  <w:pPr>
                    <w:pStyle w:val="SIText"/>
                    <w:rPr>
                      <w:rFonts w:cs="Arial"/>
                      <w:color w:val="000000"/>
                      <w:szCs w:val="20"/>
                    </w:rPr>
                  </w:pPr>
                  <w:r>
                    <w:rPr>
                      <w:rFonts w:cs="Arial"/>
                      <w:color w:val="000000"/>
                      <w:szCs w:val="20"/>
                    </w:rPr>
                    <w:t xml:space="preserve">BSBWOR301 </w:t>
                  </w:r>
                </w:p>
              </w:tc>
              <w:tc>
                <w:tcPr>
                  <w:tcW w:w="5670" w:type="dxa"/>
                  <w:vAlign w:val="center"/>
                </w:tcPr>
                <w:p w14:paraId="2A72A2F8" w14:textId="798A6D38" w:rsidR="008F17AE" w:rsidRDefault="008F17AE" w:rsidP="008F17AE">
                  <w:pPr>
                    <w:pStyle w:val="SIText"/>
                    <w:rPr>
                      <w:rFonts w:cs="Arial"/>
                      <w:color w:val="000000"/>
                      <w:szCs w:val="20"/>
                    </w:rPr>
                  </w:pPr>
                  <w:r>
                    <w:rPr>
                      <w:rFonts w:cs="Arial"/>
                      <w:color w:val="000000"/>
                      <w:szCs w:val="20"/>
                    </w:rPr>
                    <w:t>Organise personal work priorities and development</w:t>
                  </w:r>
                </w:p>
              </w:tc>
            </w:tr>
            <w:tr w:rsidR="008F17AE" w:rsidRPr="00856837" w14:paraId="04A88C91" w14:textId="77777777" w:rsidTr="00BA3E1B">
              <w:tc>
                <w:tcPr>
                  <w:tcW w:w="1682" w:type="dxa"/>
                  <w:vAlign w:val="center"/>
                </w:tcPr>
                <w:p w14:paraId="68BAD973" w14:textId="78EBE889" w:rsidR="008F17AE" w:rsidRDefault="008F17AE" w:rsidP="008F17AE">
                  <w:pPr>
                    <w:pStyle w:val="SIText"/>
                    <w:rPr>
                      <w:rFonts w:cs="Arial"/>
                      <w:color w:val="000000"/>
                      <w:szCs w:val="20"/>
                    </w:rPr>
                  </w:pPr>
                  <w:r>
                    <w:rPr>
                      <w:rFonts w:cs="Arial"/>
                      <w:color w:val="000000"/>
                      <w:szCs w:val="20"/>
                    </w:rPr>
                    <w:t>HLTAID003</w:t>
                  </w:r>
                </w:p>
              </w:tc>
              <w:tc>
                <w:tcPr>
                  <w:tcW w:w="5670" w:type="dxa"/>
                  <w:vAlign w:val="center"/>
                </w:tcPr>
                <w:p w14:paraId="63350909" w14:textId="0D44D1EC" w:rsidR="008F17AE" w:rsidRDefault="008F17AE" w:rsidP="008F17AE">
                  <w:pPr>
                    <w:pStyle w:val="SIText"/>
                    <w:rPr>
                      <w:rFonts w:cs="Arial"/>
                      <w:color w:val="000000"/>
                      <w:szCs w:val="20"/>
                    </w:rPr>
                  </w:pPr>
                  <w:r>
                    <w:rPr>
                      <w:rFonts w:cs="Arial"/>
                      <w:color w:val="000000"/>
                      <w:szCs w:val="20"/>
                    </w:rPr>
                    <w:t>Provide first aid</w:t>
                  </w:r>
                </w:p>
              </w:tc>
            </w:tr>
            <w:tr w:rsidR="00F52244" w:rsidRPr="00856837" w14:paraId="1E0CB4F6" w14:textId="77777777" w:rsidTr="00BA3E1B">
              <w:tc>
                <w:tcPr>
                  <w:tcW w:w="1682" w:type="dxa"/>
                  <w:vAlign w:val="center"/>
                </w:tcPr>
                <w:p w14:paraId="179F9C01" w14:textId="71E67E9B" w:rsidR="00F52244" w:rsidRDefault="00F52244" w:rsidP="00F52244">
                  <w:pPr>
                    <w:pStyle w:val="SIText"/>
                    <w:rPr>
                      <w:rFonts w:cs="Arial"/>
                      <w:color w:val="000000"/>
                      <w:szCs w:val="20"/>
                    </w:rPr>
                  </w:pPr>
                  <w:r>
                    <w:rPr>
                      <w:rFonts w:cs="Arial"/>
                      <w:color w:val="000000"/>
                      <w:szCs w:val="20"/>
                    </w:rPr>
                    <w:t xml:space="preserve">PSPGEN013 </w:t>
                  </w:r>
                </w:p>
              </w:tc>
              <w:tc>
                <w:tcPr>
                  <w:tcW w:w="5670" w:type="dxa"/>
                  <w:vAlign w:val="center"/>
                </w:tcPr>
                <w:p w14:paraId="61308936" w14:textId="3293F712" w:rsidR="00F52244" w:rsidRDefault="00F52244" w:rsidP="00F52244">
                  <w:pPr>
                    <w:pStyle w:val="SIText"/>
                    <w:rPr>
                      <w:rFonts w:cs="Arial"/>
                      <w:color w:val="000000"/>
                      <w:szCs w:val="20"/>
                    </w:rPr>
                  </w:pPr>
                  <w:r>
                    <w:rPr>
                      <w:rFonts w:cs="Arial"/>
                      <w:color w:val="000000"/>
                      <w:szCs w:val="20"/>
                    </w:rPr>
                    <w:t xml:space="preserve">Implement change </w:t>
                  </w:r>
                </w:p>
              </w:tc>
            </w:tr>
            <w:tr w:rsidR="00F52244" w:rsidRPr="00856837" w14:paraId="15A79145" w14:textId="77777777" w:rsidTr="00BA3E1B">
              <w:tc>
                <w:tcPr>
                  <w:tcW w:w="1682" w:type="dxa"/>
                  <w:vAlign w:val="center"/>
                </w:tcPr>
                <w:p w14:paraId="7770EFD4" w14:textId="717A43A1" w:rsidR="00F52244" w:rsidRDefault="00F52244" w:rsidP="00F52244">
                  <w:pPr>
                    <w:pStyle w:val="SIText"/>
                    <w:rPr>
                      <w:rFonts w:cs="Arial"/>
                      <w:color w:val="000000"/>
                      <w:szCs w:val="20"/>
                    </w:rPr>
                  </w:pPr>
                  <w:r>
                    <w:rPr>
                      <w:rFonts w:cs="Arial"/>
                      <w:color w:val="000000"/>
                      <w:szCs w:val="20"/>
                    </w:rPr>
                    <w:t>PSPGEN032</w:t>
                  </w:r>
                </w:p>
              </w:tc>
              <w:tc>
                <w:tcPr>
                  <w:tcW w:w="5670" w:type="dxa"/>
                  <w:vAlign w:val="center"/>
                </w:tcPr>
                <w:p w14:paraId="42AD83D6" w14:textId="7A816C60" w:rsidR="00F52244" w:rsidRDefault="00F52244" w:rsidP="00F52244">
                  <w:pPr>
                    <w:pStyle w:val="SIText"/>
                    <w:rPr>
                      <w:rFonts w:cs="Arial"/>
                      <w:color w:val="000000"/>
                      <w:szCs w:val="20"/>
                    </w:rPr>
                  </w:pPr>
                  <w:r>
                    <w:rPr>
                      <w:rFonts w:cs="Arial"/>
                      <w:color w:val="000000"/>
                      <w:szCs w:val="20"/>
                    </w:rPr>
                    <w:t>Deal with conflict</w:t>
                  </w:r>
                </w:p>
              </w:tc>
            </w:tr>
            <w:tr w:rsidR="00C55515" w:rsidRPr="00856837" w14:paraId="563F0D45" w14:textId="77777777" w:rsidTr="00F52244">
              <w:tc>
                <w:tcPr>
                  <w:tcW w:w="1682" w:type="dxa"/>
                  <w:vAlign w:val="center"/>
                </w:tcPr>
                <w:p w14:paraId="1B2DBA76" w14:textId="6A6C53C9" w:rsidR="00C55515" w:rsidRPr="00BA3E1B" w:rsidRDefault="00C55515">
                  <w:pPr>
                    <w:pStyle w:val="SIText"/>
                  </w:pPr>
                  <w:r w:rsidRPr="00BA3E1B">
                    <w:t>PSPPCY001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4456EFEC" w14:textId="66BAFC9C" w:rsidR="00C55515" w:rsidRPr="00BA3E1B" w:rsidRDefault="00C55515">
                  <w:pPr>
                    <w:pStyle w:val="SIText"/>
                  </w:pPr>
                  <w:r w:rsidRPr="00BA3E1B">
                    <w:t>Contribute to policy development</w:t>
                  </w:r>
                </w:p>
              </w:tc>
            </w:tr>
            <w:tr w:rsidR="008F17AE" w:rsidRPr="00856837" w14:paraId="73B4B4BD" w14:textId="77777777" w:rsidTr="00BA3E1B">
              <w:tc>
                <w:tcPr>
                  <w:tcW w:w="1682" w:type="dxa"/>
                  <w:vAlign w:val="center"/>
                </w:tcPr>
                <w:p w14:paraId="3F3EE961" w14:textId="46B49829" w:rsidR="008F17AE" w:rsidRPr="002D3E9B" w:rsidRDefault="008F17AE" w:rsidP="008F17AE">
                  <w:pPr>
                    <w:pStyle w:val="SIText"/>
                  </w:pPr>
                  <w:r w:rsidRPr="002D3E9B">
                    <w:t>RGRCMN402</w:t>
                  </w:r>
                </w:p>
              </w:tc>
              <w:tc>
                <w:tcPr>
                  <w:tcW w:w="5670" w:type="dxa"/>
                  <w:vAlign w:val="center"/>
                </w:tcPr>
                <w:p w14:paraId="6B8BF7F7" w14:textId="193E4187" w:rsidR="008F17AE" w:rsidRPr="002D3E9B" w:rsidRDefault="008F17AE" w:rsidP="008F17AE">
                  <w:pPr>
                    <w:pStyle w:val="SIText"/>
                  </w:pPr>
                  <w:r w:rsidRPr="002D3E9B">
                    <w:t>Participate in media interviews for racing</w:t>
                  </w:r>
                </w:p>
              </w:tc>
            </w:tr>
            <w:tr w:rsidR="008F17AE" w:rsidRPr="00856837" w14:paraId="57B53C9F" w14:textId="77777777" w:rsidTr="00BA3E1B">
              <w:tc>
                <w:tcPr>
                  <w:tcW w:w="1682" w:type="dxa"/>
                  <w:vAlign w:val="center"/>
                </w:tcPr>
                <w:p w14:paraId="3B0000D0" w14:textId="2CC98AC1" w:rsidR="008F17AE" w:rsidRPr="00BA3E1B" w:rsidRDefault="008F17AE" w:rsidP="008F17AE">
                  <w:pPr>
                    <w:pStyle w:val="SIText"/>
                    <w:rPr>
                      <w:highlight w:val="yellow"/>
                    </w:rPr>
                  </w:pPr>
                  <w:r>
                    <w:rPr>
                      <w:rFonts w:cs="Arial"/>
                      <w:color w:val="000000"/>
                      <w:szCs w:val="20"/>
                    </w:rPr>
                    <w:t>RGRPSG201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0A2C11D8" w14:textId="4ADCCBC7" w:rsidR="008F17AE" w:rsidRPr="00BA3E1B" w:rsidRDefault="008F17AE" w:rsidP="008F17AE">
                  <w:pPr>
                    <w:pStyle w:val="SIText"/>
                    <w:rPr>
                      <w:highlight w:val="yellow"/>
                    </w:rPr>
                  </w:pPr>
                  <w:r>
                    <w:rPr>
                      <w:rFonts w:cs="Arial"/>
                      <w:color w:val="000000"/>
                      <w:szCs w:val="20"/>
                    </w:rPr>
                    <w:t>Handle greyhounds</w:t>
                  </w:r>
                </w:p>
              </w:tc>
            </w:tr>
            <w:tr w:rsidR="008F17AE" w:rsidRPr="00856837" w14:paraId="3BF928FF" w14:textId="77777777" w:rsidTr="00BA3E1B">
              <w:tc>
                <w:tcPr>
                  <w:tcW w:w="1682" w:type="dxa"/>
                  <w:vAlign w:val="center"/>
                </w:tcPr>
                <w:p w14:paraId="24C4674B" w14:textId="17A5CDBF" w:rsidR="008F17AE" w:rsidRPr="0034771F" w:rsidRDefault="008F17AE" w:rsidP="008F17AE">
                  <w:pPr>
                    <w:pStyle w:val="SIText"/>
                    <w:rPr>
                      <w:rFonts w:cs="Arial"/>
                      <w:color w:val="000000"/>
                      <w:szCs w:val="20"/>
                      <w:highlight w:val="yellow"/>
                    </w:rPr>
                  </w:pPr>
                  <w:r>
                    <w:rPr>
                      <w:rFonts w:cs="Arial"/>
                      <w:color w:val="000000"/>
                      <w:szCs w:val="20"/>
                    </w:rPr>
                    <w:t>RGRSPH201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1DBB780C" w14:textId="6A27E5BF" w:rsidR="008F17AE" w:rsidRPr="0034771F" w:rsidRDefault="008F17AE" w:rsidP="008F17AE">
                  <w:pPr>
                    <w:pStyle w:val="SIText"/>
                    <w:rPr>
                      <w:rFonts w:cs="Arial"/>
                      <w:color w:val="000000"/>
                      <w:szCs w:val="20"/>
                      <w:highlight w:val="yellow"/>
                    </w:rPr>
                  </w:pPr>
                  <w:r>
                    <w:rPr>
                      <w:rFonts w:cs="Arial"/>
                      <w:color w:val="000000"/>
                      <w:szCs w:val="20"/>
                    </w:rPr>
                    <w:t>Handle racehorses in stables and at track work</w:t>
                  </w:r>
                </w:p>
              </w:tc>
            </w:tr>
            <w:tr w:rsidR="008F17AE" w:rsidRPr="00856837" w14:paraId="6DADF789" w14:textId="77777777" w:rsidTr="00BA3E1B">
              <w:tc>
                <w:tcPr>
                  <w:tcW w:w="1682" w:type="dxa"/>
                  <w:vAlign w:val="center"/>
                </w:tcPr>
                <w:p w14:paraId="65073F12" w14:textId="5647D15D" w:rsidR="008F17AE" w:rsidRDefault="008F17AE" w:rsidP="008F17AE">
                  <w:pPr>
                    <w:pStyle w:val="SIText"/>
                    <w:rPr>
                      <w:rFonts w:cs="Arial"/>
                      <w:color w:val="000000"/>
                      <w:szCs w:val="20"/>
                    </w:rPr>
                  </w:pPr>
                  <w:r>
                    <w:rPr>
                      <w:rFonts w:cs="Arial"/>
                      <w:color w:val="000000"/>
                      <w:szCs w:val="20"/>
                    </w:rPr>
                    <w:t>RGRROP301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620B7C57" w14:textId="1C37D1E7" w:rsidR="008F17AE" w:rsidRDefault="008F17AE" w:rsidP="008F17AE">
                  <w:pPr>
                    <w:pStyle w:val="SIText"/>
                    <w:rPr>
                      <w:rFonts w:cs="Arial"/>
                      <w:color w:val="000000"/>
                      <w:szCs w:val="20"/>
                    </w:rPr>
                  </w:pPr>
                  <w:r>
                    <w:rPr>
                      <w:rFonts w:cs="Arial"/>
                      <w:color w:val="000000"/>
                      <w:szCs w:val="20"/>
                    </w:rPr>
                    <w:t>Perform ear branding and marking up of greyhounds</w:t>
                  </w:r>
                </w:p>
              </w:tc>
            </w:tr>
            <w:tr w:rsidR="008F17AE" w:rsidRPr="00856837" w14:paraId="667333EB" w14:textId="77777777" w:rsidTr="00BA3E1B">
              <w:trPr>
                <w:trHeight w:val="314"/>
              </w:trPr>
              <w:tc>
                <w:tcPr>
                  <w:tcW w:w="1682" w:type="dxa"/>
                  <w:vAlign w:val="center"/>
                </w:tcPr>
                <w:p w14:paraId="74D18E77" w14:textId="67B789ED" w:rsidR="008F17AE" w:rsidRDefault="008F17AE" w:rsidP="008F17AE">
                  <w:pPr>
                    <w:pStyle w:val="SIText"/>
                    <w:rPr>
                      <w:rFonts w:cs="Arial"/>
                      <w:color w:val="000000"/>
                      <w:szCs w:val="20"/>
                    </w:rPr>
                  </w:pPr>
                  <w:r>
                    <w:rPr>
                      <w:rFonts w:cs="Arial"/>
                      <w:color w:val="000000"/>
                      <w:szCs w:val="20"/>
                    </w:rPr>
                    <w:t>RGRROP312</w:t>
                  </w:r>
                </w:p>
              </w:tc>
              <w:tc>
                <w:tcPr>
                  <w:tcW w:w="5670" w:type="dxa"/>
                  <w:vAlign w:val="center"/>
                </w:tcPr>
                <w:p w14:paraId="26535867" w14:textId="07332663" w:rsidR="008F17AE" w:rsidRDefault="008F17AE" w:rsidP="008F17AE">
                  <w:pPr>
                    <w:pStyle w:val="SIText"/>
                    <w:rPr>
                      <w:rFonts w:cs="Arial"/>
                      <w:color w:val="000000"/>
                      <w:szCs w:val="20"/>
                    </w:rPr>
                  </w:pPr>
                  <w:r>
                    <w:rPr>
                      <w:rFonts w:cs="Arial"/>
                      <w:color w:val="000000"/>
                      <w:szCs w:val="20"/>
                    </w:rPr>
                    <w:t>Perform duties of licensing or registration clerk</w:t>
                  </w:r>
                </w:p>
              </w:tc>
            </w:tr>
            <w:tr w:rsidR="008F17AE" w:rsidRPr="00856837" w14:paraId="791CD00A" w14:textId="77777777" w:rsidTr="00BA3E1B">
              <w:tc>
                <w:tcPr>
                  <w:tcW w:w="1682" w:type="dxa"/>
                  <w:vAlign w:val="center"/>
                </w:tcPr>
                <w:p w14:paraId="5EE37F98" w14:textId="13827DF1" w:rsidR="008F17AE" w:rsidRPr="00F52244" w:rsidRDefault="008F17AE" w:rsidP="008F17AE">
                  <w:pPr>
                    <w:pStyle w:val="SIText"/>
                  </w:pPr>
                  <w:r w:rsidRPr="00BA3E1B">
                    <w:rPr>
                      <w:rFonts w:cs="Arial"/>
                      <w:color w:val="000000"/>
                      <w:szCs w:val="20"/>
                    </w:rPr>
                    <w:t>RGRROP408</w:t>
                  </w:r>
                </w:p>
              </w:tc>
              <w:tc>
                <w:tcPr>
                  <w:tcW w:w="5670" w:type="dxa"/>
                  <w:vAlign w:val="center"/>
                </w:tcPr>
                <w:p w14:paraId="58A2D045" w14:textId="10264891" w:rsidR="008F17AE" w:rsidRPr="00F52244" w:rsidRDefault="008F17AE" w:rsidP="008F17AE">
                  <w:pPr>
                    <w:pStyle w:val="SIText"/>
                  </w:pPr>
                  <w:r w:rsidRPr="00BA3E1B">
                    <w:rPr>
                      <w:rFonts w:cs="Arial"/>
                      <w:color w:val="000000"/>
                      <w:szCs w:val="20"/>
                    </w:rPr>
                    <w:t>Perform duties of betting supervisor or steward at greyhound or horse race meetings</w:t>
                  </w:r>
                </w:p>
              </w:tc>
            </w:tr>
            <w:tr w:rsidR="008F17AE" w:rsidRPr="00856837" w14:paraId="6581065A" w14:textId="77777777" w:rsidTr="00BA3E1B">
              <w:tc>
                <w:tcPr>
                  <w:tcW w:w="1682" w:type="dxa"/>
                  <w:vAlign w:val="center"/>
                </w:tcPr>
                <w:p w14:paraId="5A815ED8" w14:textId="69F61117" w:rsidR="008F17AE" w:rsidRPr="00F52244" w:rsidRDefault="008F17AE" w:rsidP="008F17AE">
                  <w:pPr>
                    <w:pStyle w:val="SIText"/>
                    <w:rPr>
                      <w:rFonts w:cs="Arial"/>
                      <w:color w:val="000000"/>
                      <w:szCs w:val="20"/>
                    </w:rPr>
                  </w:pPr>
                  <w:r w:rsidRPr="00F52244">
                    <w:t>RGRROP410</w:t>
                  </w:r>
                </w:p>
              </w:tc>
              <w:tc>
                <w:tcPr>
                  <w:tcW w:w="5670" w:type="dxa"/>
                  <w:vAlign w:val="center"/>
                </w:tcPr>
                <w:p w14:paraId="302062F4" w14:textId="1FFA9CCA" w:rsidR="008F17AE" w:rsidRPr="00F52244" w:rsidRDefault="008F17AE" w:rsidP="008F17AE">
                  <w:pPr>
                    <w:pStyle w:val="SIText"/>
                    <w:rPr>
                      <w:rFonts w:cs="Arial"/>
                      <w:color w:val="000000"/>
                      <w:szCs w:val="20"/>
                    </w:rPr>
                  </w:pPr>
                  <w:r w:rsidRPr="00F52244">
                    <w:t>Perform handicapper duties</w:t>
                  </w:r>
                </w:p>
              </w:tc>
            </w:tr>
            <w:tr w:rsidR="008F17AE" w:rsidRPr="00856837" w14:paraId="135384CC" w14:textId="77777777" w:rsidTr="00BA3E1B">
              <w:tc>
                <w:tcPr>
                  <w:tcW w:w="1682" w:type="dxa"/>
                  <w:vAlign w:val="center"/>
                </w:tcPr>
                <w:p w14:paraId="4F899988" w14:textId="54DF80ED" w:rsidR="008F17AE" w:rsidRPr="00F52244" w:rsidRDefault="008F17AE" w:rsidP="008F17AE">
                  <w:pPr>
                    <w:pStyle w:val="SIText"/>
                    <w:rPr>
                      <w:rFonts w:cs="Arial"/>
                      <w:color w:val="000000"/>
                      <w:szCs w:val="20"/>
                    </w:rPr>
                  </w:pPr>
                  <w:r w:rsidRPr="00BA3E1B">
                    <w:rPr>
                      <w:rFonts w:cs="Arial"/>
                      <w:color w:val="000000"/>
                      <w:szCs w:val="20"/>
                    </w:rPr>
                    <w:t>RGRSTD302</w:t>
                  </w:r>
                </w:p>
              </w:tc>
              <w:tc>
                <w:tcPr>
                  <w:tcW w:w="5670" w:type="dxa"/>
                  <w:vAlign w:val="center"/>
                </w:tcPr>
                <w:p w14:paraId="6CD3C5AE" w14:textId="1D61E50F" w:rsidR="008F17AE" w:rsidRPr="00F52244" w:rsidRDefault="008F17AE" w:rsidP="008F17AE">
                  <w:pPr>
                    <w:pStyle w:val="SIText"/>
                    <w:rPr>
                      <w:rFonts w:cs="Arial"/>
                      <w:color w:val="000000"/>
                      <w:szCs w:val="20"/>
                    </w:rPr>
                  </w:pPr>
                  <w:r w:rsidRPr="00BA3E1B">
                    <w:rPr>
                      <w:rFonts w:cs="Arial"/>
                      <w:color w:val="000000"/>
                      <w:szCs w:val="20"/>
                    </w:rPr>
                    <w:t>Interpret wagering trends</w:t>
                  </w:r>
                </w:p>
              </w:tc>
            </w:tr>
            <w:tr w:rsidR="008F17AE" w:rsidRPr="00856837" w14:paraId="1345FE1B" w14:textId="77777777" w:rsidTr="00BA3E1B">
              <w:tc>
                <w:tcPr>
                  <w:tcW w:w="1682" w:type="dxa"/>
                  <w:vAlign w:val="center"/>
                </w:tcPr>
                <w:p w14:paraId="1E5514A5" w14:textId="77ADD64E" w:rsidR="008F17AE" w:rsidRPr="00F52244" w:rsidRDefault="008F17AE" w:rsidP="008F17AE">
                  <w:pPr>
                    <w:pStyle w:val="SIText"/>
                  </w:pPr>
                  <w:r w:rsidRPr="00F52244">
                    <w:rPr>
                      <w:rFonts w:cs="Arial"/>
                      <w:color w:val="000000"/>
                      <w:szCs w:val="20"/>
                    </w:rPr>
                    <w:t>RGRSTD408</w:t>
                  </w:r>
                </w:p>
              </w:tc>
              <w:tc>
                <w:tcPr>
                  <w:tcW w:w="5670" w:type="dxa"/>
                  <w:vAlign w:val="center"/>
                </w:tcPr>
                <w:p w14:paraId="4105B6E3" w14:textId="63036E76" w:rsidR="008F17AE" w:rsidRPr="00F52244" w:rsidRDefault="008F17AE" w:rsidP="008F17AE">
                  <w:pPr>
                    <w:pStyle w:val="SIText"/>
                  </w:pPr>
                  <w:r w:rsidRPr="00F52244">
                    <w:rPr>
                      <w:rFonts w:cs="Arial"/>
                      <w:color w:val="000000"/>
                      <w:szCs w:val="20"/>
                    </w:rPr>
                    <w:t>Analyse race performance</w:t>
                  </w:r>
                </w:p>
              </w:tc>
            </w:tr>
            <w:tr w:rsidR="008F17AE" w:rsidRPr="00856837" w14:paraId="31326074" w14:textId="77777777" w:rsidTr="00BA3E1B">
              <w:tc>
                <w:tcPr>
                  <w:tcW w:w="1682" w:type="dxa"/>
                  <w:vAlign w:val="center"/>
                </w:tcPr>
                <w:p w14:paraId="3817DBC0" w14:textId="29FC019A" w:rsidR="008F17AE" w:rsidRPr="00BA3E1B" w:rsidRDefault="008F17AE" w:rsidP="008F17AE">
                  <w:pPr>
                    <w:pStyle w:val="SIText"/>
                    <w:rPr>
                      <w:rFonts w:cs="Arial"/>
                      <w:color w:val="000000"/>
                      <w:szCs w:val="20"/>
                    </w:rPr>
                  </w:pPr>
                  <w:r w:rsidRPr="00BA3E1B">
                    <w:rPr>
                      <w:rFonts w:cs="Arial"/>
                      <w:color w:val="000000"/>
                      <w:szCs w:val="20"/>
                    </w:rPr>
                    <w:t>RGRSTD407</w:t>
                  </w:r>
                </w:p>
              </w:tc>
              <w:tc>
                <w:tcPr>
                  <w:tcW w:w="5670" w:type="dxa"/>
                  <w:vAlign w:val="center"/>
                </w:tcPr>
                <w:p w14:paraId="065620BB" w14:textId="43D6441E" w:rsidR="008F17AE" w:rsidRPr="00BA3E1B" w:rsidRDefault="008F17AE" w:rsidP="008F17AE">
                  <w:pPr>
                    <w:pStyle w:val="SIText"/>
                    <w:rPr>
                      <w:rFonts w:cs="Arial"/>
                      <w:color w:val="000000"/>
                      <w:szCs w:val="20"/>
                    </w:rPr>
                  </w:pPr>
                  <w:r w:rsidRPr="00BA3E1B">
                    <w:rPr>
                      <w:rFonts w:cs="Arial"/>
                      <w:color w:val="000000"/>
                      <w:szCs w:val="20"/>
                    </w:rPr>
                    <w:t>Assess driving or riding skills of licence or registration applicants</w:t>
                  </w:r>
                </w:p>
              </w:tc>
            </w:tr>
            <w:tr w:rsidR="008F17AE" w:rsidRPr="00856837" w14:paraId="3EF3A1E7" w14:textId="77777777" w:rsidTr="00BA3E1B">
              <w:tc>
                <w:tcPr>
                  <w:tcW w:w="1682" w:type="dxa"/>
                  <w:vAlign w:val="center"/>
                </w:tcPr>
                <w:p w14:paraId="732D571A" w14:textId="3A557A90" w:rsidR="008F17AE" w:rsidRPr="00856837" w:rsidRDefault="008F17AE" w:rsidP="008F17AE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RGRSWA301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2D7364ED" w14:textId="7C4BCB2A" w:rsidR="008F17AE" w:rsidRPr="00856837" w:rsidRDefault="008F17AE" w:rsidP="008F17AE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Collect non-blood samples from greyhounds or horses</w:t>
                  </w:r>
                </w:p>
              </w:tc>
            </w:tr>
            <w:tr w:rsidR="008F17AE" w:rsidRPr="00856837" w14:paraId="1E9A6959" w14:textId="77777777" w:rsidTr="00BA3E1B">
              <w:tc>
                <w:tcPr>
                  <w:tcW w:w="1682" w:type="dxa"/>
                  <w:vAlign w:val="center"/>
                </w:tcPr>
                <w:p w14:paraId="2481B873" w14:textId="02BDF6D5" w:rsidR="008F17AE" w:rsidRPr="00856837" w:rsidRDefault="008F17AE" w:rsidP="008F17AE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RGRSWA302</w:t>
                  </w:r>
                </w:p>
              </w:tc>
              <w:tc>
                <w:tcPr>
                  <w:tcW w:w="5670" w:type="dxa"/>
                  <w:vAlign w:val="center"/>
                </w:tcPr>
                <w:p w14:paraId="1F8DD112" w14:textId="4CB3047F" w:rsidR="008F17AE" w:rsidRPr="00856837" w:rsidRDefault="008F17AE" w:rsidP="008F17AE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Collect non-blood samples from racing personnel</w:t>
                  </w:r>
                </w:p>
              </w:tc>
            </w:tr>
            <w:tr w:rsidR="008F17AE" w:rsidRPr="00856837" w14:paraId="27D05316" w14:textId="77777777" w:rsidTr="00BA3E1B">
              <w:tc>
                <w:tcPr>
                  <w:tcW w:w="1682" w:type="dxa"/>
                  <w:vAlign w:val="center"/>
                </w:tcPr>
                <w:p w14:paraId="50E16B2F" w14:textId="0AC0620C" w:rsidR="008F17AE" w:rsidRPr="00856837" w:rsidRDefault="008F17AE" w:rsidP="008F17AE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RGRTRK303</w:t>
                  </w:r>
                </w:p>
              </w:tc>
              <w:tc>
                <w:tcPr>
                  <w:tcW w:w="5670" w:type="dxa"/>
                  <w:vAlign w:val="center"/>
                </w:tcPr>
                <w:p w14:paraId="72D9C7BB" w14:textId="117E0BAD" w:rsidR="008F17AE" w:rsidRPr="00856837" w:rsidRDefault="008F17AE" w:rsidP="008F17AE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Provide emergency animal assistance</w:t>
                  </w:r>
                </w:p>
              </w:tc>
            </w:tr>
            <w:tr w:rsidR="008F17AE" w:rsidRPr="00856837" w14:paraId="7105A0FC" w14:textId="77777777" w:rsidTr="00BA3E1B">
              <w:tc>
                <w:tcPr>
                  <w:tcW w:w="1682" w:type="dxa"/>
                  <w:vAlign w:val="center"/>
                </w:tcPr>
                <w:p w14:paraId="2D5A681D" w14:textId="2B92B0DC" w:rsidR="008F17AE" w:rsidRPr="00856837" w:rsidRDefault="008F17AE" w:rsidP="008F17AE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RGRTRK402</w:t>
                  </w:r>
                </w:p>
              </w:tc>
              <w:tc>
                <w:tcPr>
                  <w:tcW w:w="5670" w:type="dxa"/>
                  <w:vAlign w:val="center"/>
                </w:tcPr>
                <w:p w14:paraId="0058FD9A" w14:textId="3597A690" w:rsidR="008F17AE" w:rsidRPr="00856837" w:rsidRDefault="008F17AE" w:rsidP="008F17AE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Relate animal welfare to track and environmental conditions</w:t>
                  </w:r>
                </w:p>
              </w:tc>
            </w:tr>
            <w:tr w:rsidR="008F17AE" w:rsidRPr="00856837" w14:paraId="7EC20E05" w14:textId="77777777" w:rsidTr="00BA3E1B">
              <w:tc>
                <w:tcPr>
                  <w:tcW w:w="1682" w:type="dxa"/>
                  <w:vAlign w:val="center"/>
                </w:tcPr>
                <w:p w14:paraId="439032EE" w14:textId="62E6751D" w:rsidR="008F17AE" w:rsidRPr="00856837" w:rsidRDefault="008F17AE" w:rsidP="008F17AE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TAEDEL301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0DFEB067" w14:textId="3E27B7F2" w:rsidR="008F17AE" w:rsidRPr="00856837" w:rsidRDefault="008F17AE" w:rsidP="008F17AE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Provide work skill instruction</w:t>
                  </w:r>
                </w:p>
              </w:tc>
            </w:tr>
          </w:tbl>
          <w:p w14:paraId="5CF88DFD" w14:textId="77777777" w:rsidR="007B5704" w:rsidRDefault="007B5704" w:rsidP="00894FBB">
            <w:pPr>
              <w:rPr>
                <w:lang w:eastAsia="en-US"/>
              </w:rPr>
            </w:pPr>
          </w:p>
          <w:p w14:paraId="302D30E3" w14:textId="77777777" w:rsidR="005B119D" w:rsidRDefault="005B119D" w:rsidP="007B5704"/>
        </w:tc>
      </w:tr>
    </w:tbl>
    <w:p w14:paraId="6C4942AF" w14:textId="466C0225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703F45F9" w14:textId="77777777" w:rsidTr="007F3780">
        <w:trPr>
          <w:trHeight w:val="2222"/>
        </w:trPr>
        <w:tc>
          <w:tcPr>
            <w:tcW w:w="5000" w:type="pct"/>
            <w:shd w:val="clear" w:color="auto" w:fill="auto"/>
          </w:tcPr>
          <w:p w14:paraId="4B8BDE7B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lastRenderedPageBreak/>
              <w:t>Qualification Mapping Information</w:t>
            </w:r>
          </w:p>
          <w:p w14:paraId="4FE2E5FB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612763B9" w14:textId="77777777" w:rsidTr="008846E4">
              <w:trPr>
                <w:tblHeader/>
              </w:trPr>
              <w:tc>
                <w:tcPr>
                  <w:tcW w:w="1028" w:type="pct"/>
                </w:tcPr>
                <w:p w14:paraId="4E9DAB18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11B99A8D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186ADD1B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56B10C08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2A0F182E" w14:textId="77777777" w:rsidTr="008846E4">
              <w:tc>
                <w:tcPr>
                  <w:tcW w:w="1028" w:type="pct"/>
                </w:tcPr>
                <w:p w14:paraId="3F29A1B9" w14:textId="27BA9721" w:rsidR="000C13F1" w:rsidRPr="00923720" w:rsidRDefault="007B5704" w:rsidP="000C13F1">
                  <w:pPr>
                    <w:pStyle w:val="SIText"/>
                  </w:pPr>
                  <w:r>
                    <w:t>RGR4</w:t>
                  </w:r>
                  <w:r w:rsidR="009C7316">
                    <w:t>05</w:t>
                  </w:r>
                  <w:r>
                    <w:t>18 Certificate IV in Racing Integrity</w:t>
                  </w:r>
                  <w:r w:rsidR="000C13F1">
                    <w:t xml:space="preserve"> </w:t>
                  </w:r>
                </w:p>
              </w:tc>
              <w:tc>
                <w:tcPr>
                  <w:tcW w:w="1105" w:type="pct"/>
                </w:tcPr>
                <w:p w14:paraId="3B2E172A" w14:textId="4EA21735" w:rsidR="000C13F1" w:rsidRPr="00BC49BB" w:rsidRDefault="007B5704" w:rsidP="000C13F1">
                  <w:pPr>
                    <w:pStyle w:val="SIText"/>
                  </w:pPr>
                  <w:r>
                    <w:t>Not applicable</w:t>
                  </w:r>
                </w:p>
              </w:tc>
              <w:tc>
                <w:tcPr>
                  <w:tcW w:w="1398" w:type="pct"/>
                </w:tcPr>
                <w:p w14:paraId="723B81BE" w14:textId="3000CADA" w:rsidR="000C13F1" w:rsidRPr="00BC49BB" w:rsidRDefault="007B5704" w:rsidP="000C13F1">
                  <w:pPr>
                    <w:pStyle w:val="SIText"/>
                  </w:pPr>
                  <w:r>
                    <w:t>New qualification</w:t>
                  </w:r>
                </w:p>
              </w:tc>
              <w:tc>
                <w:tcPr>
                  <w:tcW w:w="1469" w:type="pct"/>
                </w:tcPr>
                <w:p w14:paraId="6194F1DA" w14:textId="76423205" w:rsidR="000C13F1" w:rsidRPr="00BC49BB" w:rsidRDefault="000C13F1" w:rsidP="007B5704">
                  <w:pPr>
                    <w:pStyle w:val="SIText"/>
                  </w:pPr>
                  <w:r>
                    <w:t>No equivalent qualification</w:t>
                  </w:r>
                </w:p>
              </w:tc>
            </w:tr>
          </w:tbl>
          <w:p w14:paraId="201F6A57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59D27B92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466C4E67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1A737169" w14:textId="59367C28" w:rsidR="000C13F1" w:rsidRDefault="00140954" w:rsidP="00C10FB7">
            <w:pPr>
              <w:pStyle w:val="SIText"/>
            </w:pPr>
            <w:r w:rsidRPr="00140954">
              <w:t xml:space="preserve">Companion Volumes, including Implementation Guides, are available at VETNet: </w:t>
            </w:r>
            <w:r w:rsidR="00C10FB7" w:rsidRPr="00250326">
              <w:t>https://vetnet.education.gov.au/Pages/TrainingDocs.aspx?q=5c4b8489-f7e1-463b-81c8-6ecce6c192a0</w:t>
            </w:r>
          </w:p>
        </w:tc>
      </w:tr>
    </w:tbl>
    <w:p w14:paraId="7ADB733E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1D7FCA" w14:textId="77777777" w:rsidR="008A6B98" w:rsidRDefault="008A6B98" w:rsidP="00BF3F0A">
      <w:r>
        <w:separator/>
      </w:r>
    </w:p>
    <w:p w14:paraId="4ABC20E1" w14:textId="77777777" w:rsidR="008A6B98" w:rsidRDefault="008A6B98"/>
  </w:endnote>
  <w:endnote w:type="continuationSeparator" w:id="0">
    <w:p w14:paraId="55A98F48" w14:textId="77777777" w:rsidR="008A6B98" w:rsidRDefault="008A6B98" w:rsidP="00BF3F0A">
      <w:r>
        <w:continuationSeparator/>
      </w:r>
    </w:p>
    <w:p w14:paraId="64EAA47B" w14:textId="77777777" w:rsidR="008A6B98" w:rsidRDefault="008A6B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7ED968" w14:textId="1B7F11F0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A3E1B">
          <w:rPr>
            <w:noProof/>
          </w:rPr>
          <w:t>2</w:t>
        </w:r>
        <w:r>
          <w:rPr>
            <w:noProof/>
          </w:rPr>
          <w:fldChar w:fldCharType="end"/>
        </w:r>
      </w:p>
      <w:p w14:paraId="316731D1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5EEED9E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E08C60" w14:textId="77777777" w:rsidR="008A6B98" w:rsidRDefault="008A6B98" w:rsidP="00BF3F0A">
      <w:r>
        <w:separator/>
      </w:r>
    </w:p>
    <w:p w14:paraId="2C7627B4" w14:textId="77777777" w:rsidR="008A6B98" w:rsidRDefault="008A6B98"/>
  </w:footnote>
  <w:footnote w:type="continuationSeparator" w:id="0">
    <w:p w14:paraId="1958C9B1" w14:textId="77777777" w:rsidR="008A6B98" w:rsidRDefault="008A6B98" w:rsidP="00BF3F0A">
      <w:r>
        <w:continuationSeparator/>
      </w:r>
    </w:p>
    <w:p w14:paraId="7E3E57B9" w14:textId="77777777" w:rsidR="008A6B98" w:rsidRDefault="008A6B9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867FF2" w14:textId="3C448629" w:rsidR="009C2650" w:rsidRPr="00BA267B" w:rsidRDefault="00BA267B" w:rsidP="00BA267B">
    <w:pPr>
      <w:pStyle w:val="Header"/>
    </w:pPr>
    <w:r>
      <w:t>RGR4</w:t>
    </w:r>
    <w:r w:rsidR="00E42ADE">
      <w:t>05</w:t>
    </w:r>
    <w:r>
      <w:t>18 Certificate IV in Racing Integrity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8D8"/>
    <w:rsid w:val="000014B9"/>
    <w:rsid w:val="00005A15"/>
    <w:rsid w:val="0001108F"/>
    <w:rsid w:val="000115E2"/>
    <w:rsid w:val="0001296A"/>
    <w:rsid w:val="00016803"/>
    <w:rsid w:val="00017C6F"/>
    <w:rsid w:val="00023992"/>
    <w:rsid w:val="00041E59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0954"/>
    <w:rsid w:val="00144385"/>
    <w:rsid w:val="00151293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34444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D3E9B"/>
    <w:rsid w:val="002E193E"/>
    <w:rsid w:val="002F1BE6"/>
    <w:rsid w:val="003026C7"/>
    <w:rsid w:val="00306E83"/>
    <w:rsid w:val="00321C7C"/>
    <w:rsid w:val="00337E82"/>
    <w:rsid w:val="0034771F"/>
    <w:rsid w:val="00350BB1"/>
    <w:rsid w:val="00352C83"/>
    <w:rsid w:val="0037067D"/>
    <w:rsid w:val="0038735B"/>
    <w:rsid w:val="003916D1"/>
    <w:rsid w:val="003A21F0"/>
    <w:rsid w:val="003A27A0"/>
    <w:rsid w:val="003A58BA"/>
    <w:rsid w:val="003A5AE7"/>
    <w:rsid w:val="003A7221"/>
    <w:rsid w:val="003C13AE"/>
    <w:rsid w:val="003D2E73"/>
    <w:rsid w:val="003D3E14"/>
    <w:rsid w:val="003E7BBE"/>
    <w:rsid w:val="004127E3"/>
    <w:rsid w:val="00423D30"/>
    <w:rsid w:val="0043212E"/>
    <w:rsid w:val="00434366"/>
    <w:rsid w:val="00444423"/>
    <w:rsid w:val="004522F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248C1"/>
    <w:rsid w:val="00526134"/>
    <w:rsid w:val="005427C8"/>
    <w:rsid w:val="005446D1"/>
    <w:rsid w:val="00556C4C"/>
    <w:rsid w:val="00557369"/>
    <w:rsid w:val="00561F08"/>
    <w:rsid w:val="005708EB"/>
    <w:rsid w:val="00575BC6"/>
    <w:rsid w:val="00583902"/>
    <w:rsid w:val="005A3AA5"/>
    <w:rsid w:val="005A6C9C"/>
    <w:rsid w:val="005A74DC"/>
    <w:rsid w:val="005B119D"/>
    <w:rsid w:val="005B5146"/>
    <w:rsid w:val="005B7EA6"/>
    <w:rsid w:val="005C7EA8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66505"/>
    <w:rsid w:val="00687B62"/>
    <w:rsid w:val="00690C44"/>
    <w:rsid w:val="006969D9"/>
    <w:rsid w:val="006A2B68"/>
    <w:rsid w:val="006B19B1"/>
    <w:rsid w:val="006C2F32"/>
    <w:rsid w:val="006C7970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0C15"/>
    <w:rsid w:val="00771B60"/>
    <w:rsid w:val="00781D77"/>
    <w:rsid w:val="007860B7"/>
    <w:rsid w:val="00786DC8"/>
    <w:rsid w:val="007A1149"/>
    <w:rsid w:val="007B5704"/>
    <w:rsid w:val="007D5A78"/>
    <w:rsid w:val="007E3BD1"/>
    <w:rsid w:val="007F1563"/>
    <w:rsid w:val="007F3780"/>
    <w:rsid w:val="007F44DB"/>
    <w:rsid w:val="007F5A8B"/>
    <w:rsid w:val="007F5B76"/>
    <w:rsid w:val="008000E9"/>
    <w:rsid w:val="00817D51"/>
    <w:rsid w:val="00823530"/>
    <w:rsid w:val="00823FF4"/>
    <w:rsid w:val="0082669C"/>
    <w:rsid w:val="008306E7"/>
    <w:rsid w:val="008334AC"/>
    <w:rsid w:val="00834BC8"/>
    <w:rsid w:val="00837FD6"/>
    <w:rsid w:val="00841FE6"/>
    <w:rsid w:val="00847B60"/>
    <w:rsid w:val="00850243"/>
    <w:rsid w:val="008545EB"/>
    <w:rsid w:val="00856837"/>
    <w:rsid w:val="00865011"/>
    <w:rsid w:val="00865350"/>
    <w:rsid w:val="00883C6C"/>
    <w:rsid w:val="00886790"/>
    <w:rsid w:val="008908DE"/>
    <w:rsid w:val="00894FBB"/>
    <w:rsid w:val="008A12ED"/>
    <w:rsid w:val="008A6B98"/>
    <w:rsid w:val="008B2C77"/>
    <w:rsid w:val="008B4AD2"/>
    <w:rsid w:val="008D4750"/>
    <w:rsid w:val="008E1B41"/>
    <w:rsid w:val="008E39BE"/>
    <w:rsid w:val="008E62EC"/>
    <w:rsid w:val="008E7B69"/>
    <w:rsid w:val="008F17AE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70747"/>
    <w:rsid w:val="0098725E"/>
    <w:rsid w:val="009A5900"/>
    <w:rsid w:val="009C2650"/>
    <w:rsid w:val="009C7316"/>
    <w:rsid w:val="009D15E2"/>
    <w:rsid w:val="009D15FE"/>
    <w:rsid w:val="009D5D2C"/>
    <w:rsid w:val="009F0DCC"/>
    <w:rsid w:val="009F11CA"/>
    <w:rsid w:val="00A0695B"/>
    <w:rsid w:val="00A13052"/>
    <w:rsid w:val="00A216A8"/>
    <w:rsid w:val="00A21CD4"/>
    <w:rsid w:val="00A223A6"/>
    <w:rsid w:val="00A354FC"/>
    <w:rsid w:val="00A5092E"/>
    <w:rsid w:val="00A56E14"/>
    <w:rsid w:val="00A6476B"/>
    <w:rsid w:val="00A6651B"/>
    <w:rsid w:val="00A76C6C"/>
    <w:rsid w:val="00A772D9"/>
    <w:rsid w:val="00A92DD1"/>
    <w:rsid w:val="00A938D8"/>
    <w:rsid w:val="00AA5338"/>
    <w:rsid w:val="00AB1B8E"/>
    <w:rsid w:val="00AC0696"/>
    <w:rsid w:val="00AC3B55"/>
    <w:rsid w:val="00AC4C98"/>
    <w:rsid w:val="00AC5F6B"/>
    <w:rsid w:val="00AC66BC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267B"/>
    <w:rsid w:val="00BA3E1B"/>
    <w:rsid w:val="00BA482D"/>
    <w:rsid w:val="00BB23F4"/>
    <w:rsid w:val="00BC5075"/>
    <w:rsid w:val="00BD3B0F"/>
    <w:rsid w:val="00BF1D4C"/>
    <w:rsid w:val="00BF3F0A"/>
    <w:rsid w:val="00C10FB7"/>
    <w:rsid w:val="00C143C3"/>
    <w:rsid w:val="00C1739B"/>
    <w:rsid w:val="00C25231"/>
    <w:rsid w:val="00C26067"/>
    <w:rsid w:val="00C30A29"/>
    <w:rsid w:val="00C317DC"/>
    <w:rsid w:val="00C55515"/>
    <w:rsid w:val="00C578E9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B746F"/>
    <w:rsid w:val="00CC451E"/>
    <w:rsid w:val="00CD4E9D"/>
    <w:rsid w:val="00CD4F4D"/>
    <w:rsid w:val="00CE7D19"/>
    <w:rsid w:val="00CF0CF5"/>
    <w:rsid w:val="00CF2B3E"/>
    <w:rsid w:val="00CF4654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27EF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E048B1"/>
    <w:rsid w:val="00E238E6"/>
    <w:rsid w:val="00E246B1"/>
    <w:rsid w:val="00E35064"/>
    <w:rsid w:val="00E42ADE"/>
    <w:rsid w:val="00E438C3"/>
    <w:rsid w:val="00E501F0"/>
    <w:rsid w:val="00E910CA"/>
    <w:rsid w:val="00E91BFF"/>
    <w:rsid w:val="00E92933"/>
    <w:rsid w:val="00EA3B97"/>
    <w:rsid w:val="00EB0AA4"/>
    <w:rsid w:val="00EB58C7"/>
    <w:rsid w:val="00EB5C88"/>
    <w:rsid w:val="00EC0469"/>
    <w:rsid w:val="00EF01F8"/>
    <w:rsid w:val="00EF40EF"/>
    <w:rsid w:val="00F07C48"/>
    <w:rsid w:val="00F1480E"/>
    <w:rsid w:val="00F1497D"/>
    <w:rsid w:val="00F16AAC"/>
    <w:rsid w:val="00F30A67"/>
    <w:rsid w:val="00F438FC"/>
    <w:rsid w:val="00F52244"/>
    <w:rsid w:val="00F5616F"/>
    <w:rsid w:val="00F56827"/>
    <w:rsid w:val="00F65EF0"/>
    <w:rsid w:val="00F71651"/>
    <w:rsid w:val="00F73518"/>
    <w:rsid w:val="00F76CC6"/>
    <w:rsid w:val="00FB5FE8"/>
    <w:rsid w:val="00FE0282"/>
    <w:rsid w:val="00FE124D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1C5036"/>
  <w15:docId w15:val="{F5D941FC-2AEC-4063-A547-203839B0E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oline\Downloads\TEM.SkillsImpact.Qualification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8A21D249A1EB4D85069A3C2EABA1EB" ma:contentTypeVersion="" ma:contentTypeDescription="Create a new document." ma:contentTypeScope="" ma:versionID="3986fe56515574e975540bc98eb0f89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92da39e0f64819a5605960838c2f0df9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6C8797-B307-4BC6-A546-6CD7D8B1A6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D35A1524-1645-46E6-B98B-C28700290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 (2)</Template>
  <TotalTime>47</TotalTime>
  <Pages>3</Pages>
  <Words>821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5491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Wayne Jones</dc:creator>
  <cp:lastModifiedBy>Lucinda O'Brien</cp:lastModifiedBy>
  <cp:revision>8</cp:revision>
  <cp:lastPrinted>2016-05-27T05:21:00Z</cp:lastPrinted>
  <dcterms:created xsi:type="dcterms:W3CDTF">2017-11-13T05:27:00Z</dcterms:created>
  <dcterms:modified xsi:type="dcterms:W3CDTF">2017-11-29T05:34:00Z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0x010100EF8A21D249A1EB4D85069A3C2EABA1EB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